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622" w:type="dxa"/>
        <w:tblInd w:w="-1593" w:type="dxa"/>
        <w:tblLayout w:type="fixed"/>
        <w:tblLook w:val="0000" w:firstRow="0" w:lastRow="0" w:firstColumn="0" w:lastColumn="0" w:noHBand="0" w:noVBand="0"/>
      </w:tblPr>
      <w:tblGrid>
        <w:gridCol w:w="1736"/>
        <w:gridCol w:w="236"/>
        <w:gridCol w:w="522"/>
        <w:gridCol w:w="1620"/>
        <w:gridCol w:w="457"/>
        <w:gridCol w:w="391"/>
        <w:gridCol w:w="1268"/>
        <w:gridCol w:w="465"/>
        <w:gridCol w:w="2843"/>
        <w:gridCol w:w="1733"/>
        <w:gridCol w:w="351"/>
      </w:tblGrid>
      <w:tr w:rsidR="00C11E63" w14:paraId="28B13CA1" w14:textId="77777777" w:rsidTr="00BB7073">
        <w:trPr>
          <w:gridAfter w:val="1"/>
          <w:wAfter w:w="351" w:type="dxa"/>
        </w:trPr>
        <w:tc>
          <w:tcPr>
            <w:tcW w:w="1736" w:type="dxa"/>
          </w:tcPr>
          <w:p w14:paraId="3FE34716" w14:textId="77777777" w:rsidR="00C11E63" w:rsidRDefault="00C11E63" w:rsidP="00003DCA">
            <w:pPr>
              <w:spacing w:line="240" w:lineRule="exact"/>
              <w:jc w:val="center"/>
            </w:pPr>
          </w:p>
        </w:tc>
        <w:tc>
          <w:tcPr>
            <w:tcW w:w="4959" w:type="dxa"/>
            <w:gridSpan w:val="7"/>
          </w:tcPr>
          <w:p w14:paraId="0D2AF914" w14:textId="77777777" w:rsidR="00087ED9" w:rsidRPr="000B4518" w:rsidRDefault="00087ED9" w:rsidP="00087ED9">
            <w:pPr>
              <w:spacing w:before="120"/>
              <w:jc w:val="center"/>
              <w:rPr>
                <w:b/>
                <w:sz w:val="2"/>
                <w:szCs w:val="2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53D9DD2" wp14:editId="37DC604D">
                  <wp:extent cx="594000" cy="828000"/>
                  <wp:effectExtent l="0" t="0" r="0" b="0"/>
                  <wp:docPr id="1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A21ED3" w14:textId="77777777" w:rsidR="00087ED9" w:rsidRPr="008809EE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09EE">
              <w:rPr>
                <w:rFonts w:eastAsia="Calibri"/>
                <w:b/>
                <w:sz w:val="22"/>
                <w:szCs w:val="22"/>
              </w:rPr>
              <w:t xml:space="preserve">МИНИСТЕРСТВО </w:t>
            </w:r>
            <w:r w:rsidRPr="008809EE">
              <w:rPr>
                <w:rFonts w:eastAsia="Calibri"/>
                <w:b/>
                <w:sz w:val="22"/>
                <w:szCs w:val="22"/>
              </w:rPr>
              <w:br/>
              <w:t xml:space="preserve">ЗДРАВООХРАНЕНИЯ </w:t>
            </w:r>
          </w:p>
          <w:p w14:paraId="1A856516" w14:textId="77777777" w:rsidR="00087ED9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09EE">
              <w:rPr>
                <w:rFonts w:eastAsia="Calibri"/>
                <w:b/>
                <w:sz w:val="22"/>
                <w:szCs w:val="22"/>
              </w:rPr>
              <w:t>АСТРАХАНСКОЙ ОБЛАСТИ</w:t>
            </w:r>
          </w:p>
          <w:p w14:paraId="0A83CE11" w14:textId="77777777" w:rsidR="00087ED9" w:rsidRPr="00ED175C" w:rsidRDefault="00087ED9" w:rsidP="00087ED9">
            <w:pPr>
              <w:ind w:left="-109" w:right="-106"/>
              <w:jc w:val="center"/>
              <w:rPr>
                <w:b/>
              </w:rPr>
            </w:pPr>
          </w:p>
          <w:p w14:paraId="7D852A2E" w14:textId="77777777" w:rsidR="00087ED9" w:rsidRPr="008809EE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</w:rPr>
            </w:pPr>
            <w:r w:rsidRPr="008809EE">
              <w:rPr>
                <w:rFonts w:eastAsia="Calibri"/>
                <w:sz w:val="22"/>
                <w:szCs w:val="22"/>
              </w:rPr>
              <w:t>Татищева ул., д. 16 В. Астрахань, 414056</w:t>
            </w:r>
          </w:p>
          <w:p w14:paraId="78B015E7" w14:textId="77777777" w:rsidR="004B32C5" w:rsidRPr="00087ED9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E</w:t>
            </w:r>
            <w:r w:rsidRPr="008809EE">
              <w:rPr>
                <w:rFonts w:eastAsia="Calibri"/>
                <w:sz w:val="22"/>
                <w:szCs w:val="22"/>
                <w:lang w:val="en-US"/>
              </w:rPr>
              <w:t xml:space="preserve">-mail: </w:t>
            </w:r>
            <w:hyperlink r:id="rId8" w:history="1">
              <w:r w:rsidRPr="008809EE">
                <w:rPr>
                  <w:rStyle w:val="a5"/>
                  <w:rFonts w:eastAsia="Calibri"/>
                  <w:sz w:val="22"/>
                  <w:szCs w:val="22"/>
                  <w:lang w:val="en-US"/>
                </w:rPr>
                <w:t>minzdrav@astrobl.ru</w:t>
              </w:r>
            </w:hyperlink>
          </w:p>
          <w:p w14:paraId="16452E0A" w14:textId="77777777" w:rsidR="00C11E19" w:rsidRPr="008809EE" w:rsidRDefault="00C11E19" w:rsidP="004B32C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576" w:type="dxa"/>
            <w:gridSpan w:val="2"/>
          </w:tcPr>
          <w:p w14:paraId="7703F77E" w14:textId="77777777" w:rsidR="008923C8" w:rsidRDefault="008923C8" w:rsidP="00380A80">
            <w:pPr>
              <w:spacing w:line="240" w:lineRule="exact"/>
              <w:ind w:right="34"/>
              <w:jc w:val="both"/>
            </w:pPr>
          </w:p>
          <w:p w14:paraId="6E3A9003" w14:textId="77777777" w:rsidR="008923C8" w:rsidRDefault="008923C8" w:rsidP="00380A80">
            <w:pPr>
              <w:spacing w:line="240" w:lineRule="exact"/>
              <w:ind w:right="34"/>
              <w:jc w:val="both"/>
            </w:pPr>
          </w:p>
          <w:p w14:paraId="57B3AB04" w14:textId="77777777" w:rsidR="008923C8" w:rsidRDefault="008923C8" w:rsidP="00380A80">
            <w:pPr>
              <w:spacing w:line="240" w:lineRule="exact"/>
              <w:ind w:right="34"/>
              <w:jc w:val="both"/>
            </w:pPr>
          </w:p>
          <w:p w14:paraId="22B48FE6" w14:textId="77777777" w:rsidR="00407E5E" w:rsidRDefault="00407E5E" w:rsidP="00380A80">
            <w:pPr>
              <w:spacing w:line="240" w:lineRule="exact"/>
              <w:ind w:right="34"/>
              <w:jc w:val="both"/>
            </w:pPr>
          </w:p>
          <w:p w14:paraId="04011D0F" w14:textId="77777777" w:rsidR="00B547DA" w:rsidRDefault="00C11E63" w:rsidP="00380A80">
            <w:pPr>
              <w:spacing w:line="240" w:lineRule="exact"/>
              <w:ind w:right="34"/>
              <w:jc w:val="both"/>
            </w:pPr>
            <w:r>
              <w:sym w:font="Courier New" w:char="250C"/>
            </w:r>
            <w:r>
              <w:t xml:space="preserve">                                                    </w:t>
            </w:r>
            <w:r>
              <w:sym w:font="Courier New" w:char="2510"/>
            </w:r>
          </w:p>
          <w:p w14:paraId="39C48C43" w14:textId="77777777" w:rsidR="00C11E63" w:rsidRDefault="006312C5" w:rsidP="004342FF">
            <w:pPr>
              <w:tabs>
                <w:tab w:val="left" w:pos="4003"/>
              </w:tabs>
              <w:ind w:left="317" w:right="357"/>
              <w:jc w:val="both"/>
            </w:pPr>
            <w:sdt>
              <w:sdtPr>
                <w:alias w:val="Должность Адресата"/>
                <w:tag w:val="Должность Адресата"/>
                <w:id w:val="-2085372086"/>
                <w:lock w:val="sdtLocked"/>
                <w:placeholder>
                  <w:docPart w:val="AF476BFAFFBA4544801E13FA11AC208B"/>
                </w:placeholder>
              </w:sdtPr>
              <w:sdtEndPr/>
              <w:sdtContent>
                <w:r w:rsidR="00BB7073">
                  <w:rPr>
                    <w:szCs w:val="28"/>
                  </w:rPr>
                  <w:t>Руководителям государственных учреждений,</w:t>
                </w:r>
              </w:sdtContent>
            </w:sdt>
          </w:p>
          <w:sdt>
            <w:sdtPr>
              <w:alias w:val="Фамилия И. О. Адресата"/>
              <w:tag w:val="Фамилия И. О. Адресата"/>
              <w:id w:val="-157921622"/>
              <w:lock w:val="sdtLocked"/>
              <w:placeholder>
                <w:docPart w:val="E64ECFDA14BF47B7AFB0DF32F804CD54"/>
              </w:placeholder>
            </w:sdtPr>
            <w:sdtEndPr/>
            <w:sdtContent>
              <w:p w14:paraId="4445A894" w14:textId="77777777" w:rsidR="00BB7073" w:rsidRPr="00BB7073" w:rsidRDefault="00BB7073" w:rsidP="00BB7073">
                <w:pPr>
                  <w:tabs>
                    <w:tab w:val="left" w:pos="4003"/>
                  </w:tabs>
                  <w:ind w:left="317" w:right="357"/>
                  <w:jc w:val="both"/>
                </w:pPr>
                <w:r w:rsidRPr="00BB7073">
                  <w:t>подведомственных министерству здравоохранения Астраханской области</w:t>
                </w:r>
              </w:p>
              <w:p w14:paraId="3F60FF1F" w14:textId="77777777" w:rsidR="001D508B" w:rsidRDefault="00BB7073" w:rsidP="00BB7073">
                <w:pPr>
                  <w:tabs>
                    <w:tab w:val="left" w:pos="4003"/>
                  </w:tabs>
                  <w:ind w:left="317" w:right="357"/>
                  <w:jc w:val="both"/>
                </w:pPr>
                <w:r w:rsidRPr="00BB7073">
                  <w:t>(по списку)</w:t>
                </w:r>
              </w:p>
            </w:sdtContent>
          </w:sdt>
          <w:p w14:paraId="07281B70" w14:textId="77777777" w:rsidR="00B74796" w:rsidRPr="001D508B" w:rsidRDefault="00B74796" w:rsidP="00B0689A">
            <w:pPr>
              <w:tabs>
                <w:tab w:val="left" w:pos="4266"/>
              </w:tabs>
              <w:ind w:right="175" w:firstLine="677"/>
              <w:jc w:val="both"/>
            </w:pPr>
          </w:p>
        </w:tc>
      </w:tr>
      <w:tr w:rsidR="00C11E63" w14:paraId="52AE8362" w14:textId="77777777" w:rsidTr="00BB7073">
        <w:tc>
          <w:tcPr>
            <w:tcW w:w="1736" w:type="dxa"/>
          </w:tcPr>
          <w:p w14:paraId="326FB505" w14:textId="77777777"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236" w:type="dxa"/>
          </w:tcPr>
          <w:p w14:paraId="02805411" w14:textId="77777777" w:rsidR="00C11E63" w:rsidRDefault="00C11E63" w:rsidP="00003DCA">
            <w:pPr>
              <w:spacing w:line="280" w:lineRule="exact"/>
              <w:jc w:val="center"/>
            </w:pP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</w:tcPr>
          <w:p w14:paraId="1025BC16" w14:textId="77777777" w:rsidR="00C11E63" w:rsidRPr="00002CEE" w:rsidRDefault="00002CEE" w:rsidP="00FB2488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" w:type="dxa"/>
          </w:tcPr>
          <w:p w14:paraId="12AD5C68" w14:textId="77777777" w:rsidR="00C11E63" w:rsidRDefault="00C11E63" w:rsidP="00003DCA">
            <w:pPr>
              <w:spacing w:line="280" w:lineRule="exact"/>
            </w:pPr>
            <w:r>
              <w:rPr>
                <w:sz w:val="20"/>
              </w:rPr>
              <w:t>№</w:t>
            </w:r>
          </w:p>
        </w:tc>
        <w:tc>
          <w:tcPr>
            <w:tcW w:w="1659" w:type="dxa"/>
            <w:gridSpan w:val="2"/>
            <w:tcBorders>
              <w:bottom w:val="single" w:sz="4" w:space="0" w:color="auto"/>
            </w:tcBorders>
          </w:tcPr>
          <w:p w14:paraId="1FBEC60B" w14:textId="77777777" w:rsidR="00C11E63" w:rsidRPr="00641198" w:rsidRDefault="00002CEE" w:rsidP="00003DCA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5" w:type="dxa"/>
          </w:tcPr>
          <w:p w14:paraId="74C059AD" w14:textId="77777777" w:rsidR="00C11E63" w:rsidRDefault="00C11E63" w:rsidP="00003DCA">
            <w:pPr>
              <w:spacing w:line="280" w:lineRule="exact"/>
              <w:jc w:val="center"/>
            </w:pPr>
          </w:p>
        </w:tc>
        <w:tc>
          <w:tcPr>
            <w:tcW w:w="4927" w:type="dxa"/>
            <w:gridSpan w:val="3"/>
          </w:tcPr>
          <w:p w14:paraId="123D3F35" w14:textId="77777777" w:rsidR="00C11E63" w:rsidRDefault="00C11E63" w:rsidP="00003DCA">
            <w:pPr>
              <w:spacing w:line="280" w:lineRule="exact"/>
              <w:jc w:val="both"/>
            </w:pPr>
          </w:p>
        </w:tc>
      </w:tr>
      <w:tr w:rsidR="00C11E63" w14:paraId="004AD8C3" w14:textId="77777777" w:rsidTr="00BB7073">
        <w:tc>
          <w:tcPr>
            <w:tcW w:w="1736" w:type="dxa"/>
          </w:tcPr>
          <w:p w14:paraId="0BF32A1C" w14:textId="77777777"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758" w:type="dxa"/>
            <w:gridSpan w:val="2"/>
          </w:tcPr>
          <w:p w14:paraId="0AA3300B" w14:textId="77777777" w:rsidR="00C11E63" w:rsidRDefault="00C11E63" w:rsidP="00003DCA">
            <w:pPr>
              <w:spacing w:line="280" w:lineRule="exact"/>
              <w:jc w:val="both"/>
            </w:pPr>
            <w:r>
              <w:rPr>
                <w:sz w:val="20"/>
              </w:rPr>
              <w:t>На 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176CE7E" w14:textId="77777777" w:rsidR="00C11E63" w:rsidRPr="006027FD" w:rsidRDefault="006312C5" w:rsidP="00380A80">
            <w:pPr>
              <w:spacing w:line="280" w:lineRule="exact"/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alias w:val="на №"/>
                <w:tag w:val="на №"/>
                <w:id w:val="-1046986909"/>
                <w:placeholder>
                  <w:docPart w:val="24FB87DC78B347D8A66F033A32DDCA03"/>
                </w:placeholder>
                <w:showingPlcHdr/>
              </w:sdtPr>
              <w:sdtEndPr/>
              <w:sdtContent>
                <w:r w:rsidR="00690E5F">
                  <w:rPr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457" w:type="dxa"/>
          </w:tcPr>
          <w:p w14:paraId="35DC8FF7" w14:textId="77777777" w:rsidR="00C11E63" w:rsidRDefault="00C11E63" w:rsidP="00003DCA">
            <w:pPr>
              <w:spacing w:line="280" w:lineRule="exact"/>
              <w:jc w:val="both"/>
            </w:pPr>
            <w:r>
              <w:rPr>
                <w:sz w:val="20"/>
              </w:rPr>
              <w:t>от</w:t>
            </w:r>
          </w:p>
        </w:tc>
        <w:tc>
          <w:tcPr>
            <w:tcW w:w="1659" w:type="dxa"/>
            <w:gridSpan w:val="2"/>
            <w:tcBorders>
              <w:bottom w:val="single" w:sz="4" w:space="0" w:color="auto"/>
            </w:tcBorders>
          </w:tcPr>
          <w:p w14:paraId="698BC88D" w14:textId="77777777" w:rsidR="00C11E63" w:rsidRPr="00F162C8" w:rsidRDefault="006312C5" w:rsidP="006027FD">
            <w:pPr>
              <w:spacing w:line="280" w:lineRule="exact"/>
              <w:ind w:right="-106"/>
              <w:jc w:val="both"/>
              <w:rPr>
                <w:sz w:val="24"/>
                <w:szCs w:val="24"/>
              </w:rPr>
            </w:pPr>
            <w:sdt>
              <w:sdtPr>
                <w:rPr>
                  <w:sz w:val="20"/>
                  <w:szCs w:val="24"/>
                </w:rPr>
                <w:alias w:val="от дата"/>
                <w:tag w:val="от дата"/>
                <w:id w:val="-1777094867"/>
                <w:placeholder>
                  <w:docPart w:val="0D0F0AA39A2F49DFAF2709F21666B516"/>
                </w:placeholder>
                <w:showingPlcHdr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6027FD" w:rsidRPr="004342FF">
                  <w:rPr>
                    <w:rStyle w:val="ab"/>
                    <w:color w:val="auto"/>
                    <w:sz w:val="16"/>
                  </w:rPr>
                  <w:t xml:space="preserve"> </w:t>
                </w:r>
              </w:sdtContent>
            </w:sdt>
            <w:r w:rsidR="00002CEE" w:rsidRPr="004342FF">
              <w:rPr>
                <w:sz w:val="20"/>
                <w:szCs w:val="24"/>
              </w:rPr>
              <w:t xml:space="preserve"> </w:t>
            </w:r>
          </w:p>
        </w:tc>
        <w:tc>
          <w:tcPr>
            <w:tcW w:w="465" w:type="dxa"/>
          </w:tcPr>
          <w:p w14:paraId="3299B08D" w14:textId="77777777"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4927" w:type="dxa"/>
            <w:gridSpan w:val="3"/>
          </w:tcPr>
          <w:p w14:paraId="4D16D735" w14:textId="77777777" w:rsidR="00C11E63" w:rsidRDefault="00C11E63" w:rsidP="00003DCA">
            <w:pPr>
              <w:spacing w:line="280" w:lineRule="exact"/>
              <w:jc w:val="both"/>
            </w:pPr>
          </w:p>
        </w:tc>
      </w:tr>
      <w:tr w:rsidR="00BB7073" w14:paraId="7DB17EE1" w14:textId="77777777" w:rsidTr="00BB7073">
        <w:trPr>
          <w:gridAfter w:val="2"/>
          <w:wAfter w:w="2084" w:type="dxa"/>
        </w:trPr>
        <w:tc>
          <w:tcPr>
            <w:tcW w:w="4962" w:type="dxa"/>
            <w:gridSpan w:val="6"/>
          </w:tcPr>
          <w:p w14:paraId="526A4F69" w14:textId="77777777" w:rsidR="00BB7073" w:rsidRDefault="00BB7073" w:rsidP="00BB7073">
            <w:pPr>
              <w:spacing w:line="240" w:lineRule="exact"/>
              <w:ind w:left="1590"/>
              <w:jc w:val="both"/>
            </w:pPr>
          </w:p>
          <w:p w14:paraId="53754D2E" w14:textId="45686176" w:rsidR="00BB7073" w:rsidRDefault="00BB7073" w:rsidP="00BB7073">
            <w:pPr>
              <w:spacing w:line="240" w:lineRule="exact"/>
              <w:ind w:left="1590" w:right="-1446"/>
              <w:jc w:val="both"/>
            </w:pPr>
            <w:r>
              <w:sym w:font="Courier New" w:char="250C"/>
            </w:r>
            <w:r>
              <w:t xml:space="preserve">                                         </w:t>
            </w:r>
            <w:r>
              <w:sym w:font="Courier New" w:char="2510"/>
            </w:r>
          </w:p>
          <w:p w14:paraId="10C7CB11" w14:textId="77777777" w:rsidR="00560E85" w:rsidRDefault="00560E85" w:rsidP="00BB7073">
            <w:pPr>
              <w:spacing w:line="240" w:lineRule="exact"/>
              <w:ind w:left="1590" w:right="-1446"/>
              <w:jc w:val="both"/>
            </w:pPr>
          </w:p>
          <w:p w14:paraId="67B8EDF5" w14:textId="77777777" w:rsidR="00560E85" w:rsidRDefault="00560E85" w:rsidP="00BB7073">
            <w:pPr>
              <w:spacing w:line="240" w:lineRule="exact"/>
              <w:ind w:left="1590" w:right="-1446"/>
              <w:jc w:val="both"/>
            </w:pPr>
          </w:p>
          <w:p w14:paraId="22EA476F" w14:textId="77777777" w:rsidR="00560E85" w:rsidRPr="00560E85" w:rsidRDefault="00560E85" w:rsidP="00BB7073">
            <w:pPr>
              <w:spacing w:line="240" w:lineRule="exact"/>
              <w:ind w:left="1590" w:right="-1446"/>
              <w:jc w:val="both"/>
            </w:pPr>
          </w:p>
          <w:p w14:paraId="561EC45D" w14:textId="77777777" w:rsidR="00BB7073" w:rsidRPr="0036487B" w:rsidRDefault="00BB7073" w:rsidP="00560E85">
            <w:pPr>
              <w:spacing w:line="240" w:lineRule="exact"/>
              <w:ind w:left="249" w:right="-431"/>
              <w:jc w:val="both"/>
            </w:pPr>
          </w:p>
        </w:tc>
        <w:tc>
          <w:tcPr>
            <w:tcW w:w="4576" w:type="dxa"/>
            <w:gridSpan w:val="3"/>
          </w:tcPr>
          <w:p w14:paraId="755FF7C7" w14:textId="77777777" w:rsidR="00BB7073" w:rsidRDefault="00BB7073" w:rsidP="00003DCA">
            <w:pPr>
              <w:spacing w:line="240" w:lineRule="exact"/>
              <w:jc w:val="both"/>
            </w:pPr>
          </w:p>
        </w:tc>
      </w:tr>
    </w:tbl>
    <w:p w14:paraId="1D5D8C08" w14:textId="77777777" w:rsidR="00D4024F" w:rsidRDefault="006312C5" w:rsidP="00BB7073">
      <w:pPr>
        <w:rPr>
          <w:color w:val="000000"/>
          <w:szCs w:val="28"/>
        </w:rPr>
      </w:pPr>
      <w:sdt>
        <w:sdtPr>
          <w:rPr>
            <w:color w:val="000000"/>
            <w:szCs w:val="28"/>
          </w:rPr>
          <w:alias w:val="Имя адресата"/>
          <w:tag w:val="Имя адресата"/>
          <w:id w:val="-146753963"/>
          <w:lock w:val="sdtLocked"/>
          <w:placeholder>
            <w:docPart w:val="B5112A52BA2B4CC782D7968C16D15F01"/>
          </w:placeholder>
        </w:sdtPr>
        <w:sdtEndPr/>
        <w:sdtContent>
          <w:r w:rsidR="00BB7073">
            <w:rPr>
              <w:color w:val="000000"/>
              <w:szCs w:val="28"/>
            </w:rPr>
            <w:tab/>
          </w:r>
          <w:r w:rsidR="00BB7073">
            <w:rPr>
              <w:color w:val="000000"/>
              <w:szCs w:val="28"/>
            </w:rPr>
            <w:tab/>
          </w:r>
          <w:r w:rsidR="00BB7073">
            <w:rPr>
              <w:color w:val="000000"/>
              <w:szCs w:val="28"/>
            </w:rPr>
            <w:tab/>
            <w:t xml:space="preserve">                                         </w:t>
          </w:r>
        </w:sdtContent>
      </w:sdt>
      <w:r w:rsidR="00380A80">
        <w:rPr>
          <w:color w:val="000000"/>
          <w:szCs w:val="28"/>
        </w:rPr>
        <w:t xml:space="preserve"> </w:t>
      </w:r>
      <w:sdt>
        <w:sdtPr>
          <w:rPr>
            <w:color w:val="000000"/>
            <w:szCs w:val="28"/>
          </w:rPr>
          <w:alias w:val="Отчество Адресата"/>
          <w:tag w:val="Отчество Адресата"/>
          <w:id w:val="1758627396"/>
          <w:lock w:val="sdtLocked"/>
          <w:placeholder>
            <w:docPart w:val="C611C931B2A64E2D8EAEC9E14D0FBFBB"/>
          </w:placeholder>
        </w:sdtPr>
        <w:sdtEndPr/>
        <w:sdtContent>
          <w:r w:rsidR="00BB7073">
            <w:rPr>
              <w:color w:val="000000"/>
              <w:szCs w:val="28"/>
            </w:rPr>
            <w:t xml:space="preserve">                     </w:t>
          </w:r>
        </w:sdtContent>
      </w:sdt>
    </w:p>
    <w:p w14:paraId="04C1CFCC" w14:textId="77777777" w:rsidR="005D6B2D" w:rsidRDefault="005D6B2D" w:rsidP="00C07964">
      <w:pPr>
        <w:suppressAutoHyphens/>
        <w:ind w:firstLine="709"/>
        <w:jc w:val="both"/>
        <w:rPr>
          <w:rFonts w:eastAsiaTheme="minorHAnsi"/>
          <w:szCs w:val="28"/>
          <w:lang w:eastAsia="en-US"/>
        </w:rPr>
      </w:pPr>
      <w:bookmarkStart w:id="0" w:name="_Hlk178952427"/>
    </w:p>
    <w:p w14:paraId="28D1BFFC" w14:textId="6446BDAC" w:rsidR="00BB7073" w:rsidRPr="00560E85" w:rsidRDefault="00BB7073" w:rsidP="00C07964">
      <w:pPr>
        <w:suppressAutoHyphens/>
        <w:ind w:firstLine="709"/>
        <w:jc w:val="both"/>
        <w:rPr>
          <w:rFonts w:eastAsiaTheme="minorHAnsi"/>
          <w:b/>
          <w:szCs w:val="28"/>
          <w:lang w:eastAsia="en-US"/>
        </w:rPr>
      </w:pPr>
      <w:r w:rsidRPr="00560E85">
        <w:rPr>
          <w:rFonts w:eastAsiaTheme="minorHAnsi"/>
          <w:szCs w:val="28"/>
          <w:lang w:eastAsia="en-US"/>
        </w:rPr>
        <w:t>В соответстви</w:t>
      </w:r>
      <w:r w:rsidR="00560E85">
        <w:rPr>
          <w:rFonts w:eastAsiaTheme="minorHAnsi"/>
          <w:szCs w:val="28"/>
          <w:lang w:eastAsia="en-US"/>
        </w:rPr>
        <w:t>и</w:t>
      </w:r>
      <w:r w:rsidRPr="00560E85">
        <w:rPr>
          <w:rFonts w:eastAsiaTheme="minorHAnsi"/>
          <w:szCs w:val="28"/>
          <w:lang w:eastAsia="en-US"/>
        </w:rPr>
        <w:t xml:space="preserve"> с распоряжением министерства здравоохранения Астраханской области от 18.10.2019 № 1134р просим в срок </w:t>
      </w:r>
      <w:r w:rsidRPr="0008682D">
        <w:rPr>
          <w:rFonts w:eastAsiaTheme="minorHAnsi"/>
          <w:b/>
          <w:szCs w:val="28"/>
          <w:u w:val="single"/>
          <w:lang w:eastAsia="en-US"/>
        </w:rPr>
        <w:t>не позднее</w:t>
      </w:r>
      <w:r w:rsidRPr="00560E85">
        <w:rPr>
          <w:rFonts w:eastAsiaTheme="minorHAnsi"/>
          <w:szCs w:val="28"/>
          <w:lang w:eastAsia="en-US"/>
        </w:rPr>
        <w:t xml:space="preserve"> </w:t>
      </w:r>
      <w:r w:rsidR="0008682D" w:rsidRPr="0008682D">
        <w:rPr>
          <w:rFonts w:eastAsiaTheme="minorHAnsi"/>
          <w:b/>
          <w:bCs/>
          <w:szCs w:val="28"/>
          <w:u w:val="single"/>
          <w:lang w:eastAsia="en-US"/>
        </w:rPr>
        <w:t>20</w:t>
      </w:r>
      <w:r w:rsidRPr="0008682D">
        <w:rPr>
          <w:rFonts w:eastAsiaTheme="minorHAnsi"/>
          <w:b/>
          <w:bCs/>
          <w:szCs w:val="28"/>
          <w:u w:val="single"/>
          <w:lang w:eastAsia="en-US"/>
        </w:rPr>
        <w:t>.</w:t>
      </w:r>
      <w:r w:rsidR="0008682D" w:rsidRPr="0008682D">
        <w:rPr>
          <w:rFonts w:eastAsiaTheme="minorHAnsi"/>
          <w:b/>
          <w:bCs/>
          <w:szCs w:val="28"/>
          <w:u w:val="single"/>
          <w:lang w:eastAsia="en-US"/>
        </w:rPr>
        <w:t>10</w:t>
      </w:r>
      <w:r w:rsidRPr="0008682D">
        <w:rPr>
          <w:rFonts w:eastAsiaTheme="minorHAnsi"/>
          <w:b/>
          <w:bCs/>
          <w:szCs w:val="28"/>
          <w:u w:val="single"/>
          <w:lang w:eastAsia="en-US"/>
        </w:rPr>
        <w:t>.202</w:t>
      </w:r>
      <w:r w:rsidR="009C4C27" w:rsidRPr="0008682D">
        <w:rPr>
          <w:rFonts w:eastAsiaTheme="minorHAnsi"/>
          <w:b/>
          <w:bCs/>
          <w:szCs w:val="28"/>
          <w:u w:val="single"/>
          <w:lang w:eastAsia="en-US"/>
        </w:rPr>
        <w:t>5</w:t>
      </w:r>
      <w:r w:rsidRPr="0008682D">
        <w:rPr>
          <w:rFonts w:eastAsiaTheme="minorHAnsi"/>
          <w:b/>
          <w:bCs/>
          <w:szCs w:val="28"/>
          <w:u w:val="single"/>
          <w:lang w:eastAsia="en-US"/>
        </w:rPr>
        <w:t xml:space="preserve"> года</w:t>
      </w:r>
      <w:r w:rsidRPr="00560E85">
        <w:rPr>
          <w:rFonts w:eastAsiaTheme="minorHAnsi"/>
          <w:szCs w:val="28"/>
          <w:lang w:eastAsia="en-US"/>
        </w:rPr>
        <w:t xml:space="preserve"> представить информацию о структуре заработной платы медицинских работников </w:t>
      </w:r>
      <w:r w:rsidR="00EC4887" w:rsidRPr="00560E85">
        <w:rPr>
          <w:rFonts w:eastAsiaTheme="minorHAnsi"/>
          <w:szCs w:val="28"/>
          <w:lang w:eastAsia="en-US"/>
        </w:rPr>
        <w:t>за</w:t>
      </w:r>
      <w:r w:rsidRPr="00560E85">
        <w:rPr>
          <w:rFonts w:eastAsiaTheme="minorHAnsi"/>
          <w:szCs w:val="28"/>
          <w:lang w:eastAsia="en-US"/>
        </w:rPr>
        <w:t xml:space="preserve"> </w:t>
      </w:r>
      <w:r w:rsidR="0008682D" w:rsidRPr="0008682D">
        <w:rPr>
          <w:rFonts w:eastAsiaTheme="minorHAnsi"/>
          <w:szCs w:val="28"/>
          <w:lang w:eastAsia="en-US"/>
        </w:rPr>
        <w:t>3</w:t>
      </w:r>
      <w:r w:rsidR="002644FB" w:rsidRPr="00560E85">
        <w:rPr>
          <w:rFonts w:eastAsiaTheme="minorHAnsi"/>
          <w:szCs w:val="28"/>
          <w:lang w:eastAsia="en-US"/>
        </w:rPr>
        <w:t xml:space="preserve"> квартал</w:t>
      </w:r>
      <w:r w:rsidRPr="00560E85">
        <w:rPr>
          <w:rFonts w:eastAsiaTheme="minorHAnsi"/>
          <w:szCs w:val="28"/>
          <w:lang w:eastAsia="en-US"/>
        </w:rPr>
        <w:t xml:space="preserve"> 202</w:t>
      </w:r>
      <w:r w:rsidR="002644FB" w:rsidRPr="00560E85">
        <w:rPr>
          <w:rFonts w:eastAsiaTheme="minorHAnsi"/>
          <w:szCs w:val="28"/>
          <w:lang w:eastAsia="en-US"/>
        </w:rPr>
        <w:t>5</w:t>
      </w:r>
      <w:r w:rsidR="00560E85" w:rsidRPr="00560E85">
        <w:rPr>
          <w:rFonts w:eastAsiaTheme="minorHAnsi"/>
          <w:szCs w:val="28"/>
          <w:lang w:eastAsia="en-US"/>
        </w:rPr>
        <w:t xml:space="preserve"> года</w:t>
      </w:r>
      <w:r w:rsidRPr="00560E85">
        <w:rPr>
          <w:rFonts w:eastAsiaTheme="minorHAnsi"/>
          <w:szCs w:val="28"/>
          <w:lang w:eastAsia="en-US"/>
        </w:rPr>
        <w:t xml:space="preserve"> </w:t>
      </w:r>
      <w:r w:rsidR="00EC4887" w:rsidRPr="00560E85">
        <w:rPr>
          <w:szCs w:val="28"/>
        </w:rPr>
        <w:t xml:space="preserve">и нарастающим итогом за </w:t>
      </w:r>
      <w:r w:rsidR="0008682D" w:rsidRPr="0008682D">
        <w:rPr>
          <w:szCs w:val="28"/>
        </w:rPr>
        <w:t>9</w:t>
      </w:r>
      <w:r w:rsidR="00EC4887" w:rsidRPr="00560E85">
        <w:rPr>
          <w:szCs w:val="28"/>
        </w:rPr>
        <w:t xml:space="preserve"> </w:t>
      </w:r>
      <w:r w:rsidR="0008682D">
        <w:rPr>
          <w:szCs w:val="28"/>
        </w:rPr>
        <w:t>месяцев</w:t>
      </w:r>
      <w:r w:rsidR="00EC4887" w:rsidRPr="00560E85">
        <w:rPr>
          <w:szCs w:val="28"/>
        </w:rPr>
        <w:t xml:space="preserve"> 2025 года </w:t>
      </w:r>
      <w:r w:rsidRPr="00560E85">
        <w:rPr>
          <w:rFonts w:eastAsiaTheme="minorHAnsi"/>
          <w:szCs w:val="28"/>
          <w:lang w:eastAsia="en-US"/>
        </w:rPr>
        <w:t>согласно форм</w:t>
      </w:r>
      <w:r w:rsidR="008235B3" w:rsidRPr="00560E85">
        <w:rPr>
          <w:rFonts w:eastAsiaTheme="minorHAnsi"/>
          <w:szCs w:val="28"/>
          <w:lang w:eastAsia="en-US"/>
        </w:rPr>
        <w:t>ам.</w:t>
      </w:r>
    </w:p>
    <w:bookmarkEnd w:id="0"/>
    <w:p w14:paraId="434F24BB" w14:textId="2E810099" w:rsidR="008235B3" w:rsidRPr="00560E85" w:rsidRDefault="00F9264A" w:rsidP="008235B3">
      <w:pPr>
        <w:widowControl w:val="0"/>
        <w:ind w:firstLine="709"/>
        <w:jc w:val="both"/>
        <w:rPr>
          <w:color w:val="000000"/>
          <w:szCs w:val="28"/>
        </w:rPr>
      </w:pPr>
      <w:r w:rsidRPr="00560E85">
        <w:rPr>
          <w:szCs w:val="28"/>
        </w:rPr>
        <w:t xml:space="preserve">Кроме того, министерство здравоохранения напоминает, что </w:t>
      </w:r>
      <w:r w:rsidR="008235B3" w:rsidRPr="00560E85">
        <w:rPr>
          <w:color w:val="000000"/>
          <w:szCs w:val="28"/>
        </w:rPr>
        <w:t>в соответствии с пунктами 6 и 8 постановления Правительства Российской Федерации от 27.12.2024 № 1940 «О Программе государственных гарантий бесплатного оказания гражданам медицинской помощи на 2025 год и на плановый период 2026 и 2027 годов» исполнительным органам субъектов Российской Федерации рекомендовано обеспечить для медицинских работников подведомственных медицинских организаций долю выплат по окладам в структуре фондов заработной платы медицинских организаций не ниже 50 процентов без учета компенсационных выплат, сохранив при этом уровень заработной платы медицинских работников не ниже уровня заработной платы предшествующего года с учетом ее повышения в установленном законодательством Российской Федерации порядке.</w:t>
      </w:r>
    </w:p>
    <w:p w14:paraId="6EEFAA38" w14:textId="77777777" w:rsidR="00560E85" w:rsidRPr="00560E85" w:rsidRDefault="00560E85" w:rsidP="00560E85">
      <w:pPr>
        <w:widowControl w:val="0"/>
        <w:ind w:firstLine="709"/>
        <w:jc w:val="both"/>
        <w:rPr>
          <w:color w:val="000000"/>
          <w:szCs w:val="28"/>
        </w:rPr>
      </w:pPr>
      <w:r w:rsidRPr="00560E85">
        <w:rPr>
          <w:color w:val="000000"/>
          <w:szCs w:val="28"/>
        </w:rPr>
        <w:t>В связи с вышесказанным, просим усилить контроль за выполнением</w:t>
      </w:r>
      <w:bookmarkStart w:id="1" w:name="_Hlk201316432"/>
      <w:r w:rsidRPr="00560E85">
        <w:rPr>
          <w:color w:val="000000"/>
          <w:szCs w:val="28"/>
        </w:rPr>
        <w:t xml:space="preserve"> установленного значения доли окладной части в заработной плате медицинских работников</w:t>
      </w:r>
      <w:bookmarkEnd w:id="1"/>
      <w:r w:rsidRPr="00560E85">
        <w:rPr>
          <w:color w:val="000000"/>
          <w:szCs w:val="28"/>
        </w:rPr>
        <w:t>.</w:t>
      </w:r>
    </w:p>
    <w:p w14:paraId="675E9106" w14:textId="1DF320DE" w:rsidR="00BB7073" w:rsidRPr="00560E85" w:rsidRDefault="00BB7073" w:rsidP="00C07964">
      <w:pPr>
        <w:suppressAutoHyphens/>
        <w:ind w:firstLine="709"/>
        <w:jc w:val="both"/>
        <w:rPr>
          <w:rFonts w:eastAsiaTheme="minorHAnsi"/>
          <w:szCs w:val="28"/>
          <w:lang w:eastAsia="en-US"/>
        </w:rPr>
      </w:pPr>
      <w:r w:rsidRPr="00560E85">
        <w:rPr>
          <w:rFonts w:eastAsiaTheme="minorHAnsi"/>
          <w:szCs w:val="28"/>
          <w:lang w:eastAsia="en-US"/>
        </w:rPr>
        <w:t>Указанн</w:t>
      </w:r>
      <w:r w:rsidR="00560E85" w:rsidRPr="00560E85">
        <w:rPr>
          <w:rFonts w:eastAsiaTheme="minorHAnsi"/>
          <w:szCs w:val="28"/>
          <w:lang w:eastAsia="en-US"/>
        </w:rPr>
        <w:t>ые</w:t>
      </w:r>
      <w:r w:rsidRPr="00560E85">
        <w:rPr>
          <w:rFonts w:eastAsiaTheme="minorHAnsi"/>
          <w:szCs w:val="28"/>
          <w:lang w:eastAsia="en-US"/>
        </w:rPr>
        <w:t xml:space="preserve"> форм</w:t>
      </w:r>
      <w:r w:rsidR="00560E85" w:rsidRPr="00560E85">
        <w:rPr>
          <w:rFonts w:eastAsiaTheme="minorHAnsi"/>
          <w:szCs w:val="28"/>
          <w:lang w:eastAsia="en-US"/>
        </w:rPr>
        <w:t>ы</w:t>
      </w:r>
      <w:r w:rsidRPr="00560E85">
        <w:rPr>
          <w:rFonts w:eastAsiaTheme="minorHAnsi"/>
          <w:szCs w:val="28"/>
          <w:lang w:eastAsia="en-US"/>
        </w:rPr>
        <w:t xml:space="preserve"> в формате Excel размещен</w:t>
      </w:r>
      <w:r w:rsidR="00560E85" w:rsidRPr="00560E85">
        <w:rPr>
          <w:rFonts w:eastAsiaTheme="minorHAnsi"/>
          <w:szCs w:val="28"/>
          <w:lang w:eastAsia="en-US"/>
        </w:rPr>
        <w:t>ы</w:t>
      </w:r>
      <w:r w:rsidRPr="00560E85">
        <w:rPr>
          <w:rFonts w:eastAsiaTheme="minorHAnsi"/>
          <w:szCs w:val="28"/>
          <w:lang w:eastAsia="en-US"/>
        </w:rPr>
        <w:t xml:space="preserve"> на официальном сайте министерства здравоохранения Астраханской области </w:t>
      </w:r>
      <w:r w:rsidRPr="00560E85">
        <w:rPr>
          <w:rFonts w:eastAsiaTheme="minorHAnsi" w:cstheme="minorBidi"/>
          <w:szCs w:val="28"/>
          <w:lang w:eastAsia="en-US"/>
        </w:rPr>
        <w:t xml:space="preserve">в разделе: Деятельность/Направления деятельности/Система оплаты труда /Информация для медицинских организаций по адресу: </w:t>
      </w:r>
      <w:hyperlink r:id="rId9" w:history="1">
        <w:r w:rsidRPr="00560E85">
          <w:rPr>
            <w:rFonts w:eastAsiaTheme="minorHAnsi"/>
            <w:color w:val="0000FF" w:themeColor="hyperlink"/>
            <w:szCs w:val="28"/>
            <w:u w:val="single"/>
            <w:lang w:eastAsia="en-US"/>
          </w:rPr>
          <w:t>https://minzdrav.astrobl.ru/deyatelnost/napravleniya-deyatelnosti/sistema-oplaty-truda/informaciia-dlia-medicinskix-organizacii</w:t>
        </w:r>
      </w:hyperlink>
      <w:r w:rsidRPr="00560E85">
        <w:rPr>
          <w:rFonts w:eastAsiaTheme="minorHAnsi"/>
          <w:szCs w:val="28"/>
          <w:lang w:eastAsia="en-US"/>
        </w:rPr>
        <w:t>.</w:t>
      </w:r>
    </w:p>
    <w:p w14:paraId="48909EE0" w14:textId="1F4FA409" w:rsidR="00BB7073" w:rsidRPr="00560E85" w:rsidRDefault="00BB7073" w:rsidP="00C07964">
      <w:pPr>
        <w:suppressAutoHyphens/>
        <w:ind w:firstLine="709"/>
        <w:jc w:val="both"/>
        <w:rPr>
          <w:color w:val="000000"/>
          <w:szCs w:val="28"/>
        </w:rPr>
      </w:pPr>
      <w:r w:rsidRPr="00560E85">
        <w:rPr>
          <w:rFonts w:eastAsiaTheme="minorHAnsi"/>
          <w:szCs w:val="28"/>
          <w:lang w:eastAsia="en-US"/>
        </w:rPr>
        <w:t xml:space="preserve">Информацию необходимо направить в установленном порядке и в формате Excel на адрес электронной почты </w:t>
      </w:r>
      <w:hyperlink r:id="rId10">
        <w:r w:rsidRPr="00560E85">
          <w:rPr>
            <w:rFonts w:eastAsiaTheme="minorHAnsi"/>
            <w:szCs w:val="28"/>
            <w:lang w:val="en-US" w:eastAsia="en-US"/>
          </w:rPr>
          <w:t>ostatzp</w:t>
        </w:r>
        <w:r w:rsidRPr="00560E85">
          <w:rPr>
            <w:rFonts w:eastAsiaTheme="minorHAnsi"/>
            <w:szCs w:val="28"/>
            <w:lang w:eastAsia="en-US"/>
          </w:rPr>
          <w:t>@</w:t>
        </w:r>
        <w:r w:rsidRPr="00560E85">
          <w:rPr>
            <w:rFonts w:eastAsiaTheme="minorHAnsi"/>
            <w:szCs w:val="28"/>
            <w:lang w:val="en-US" w:eastAsia="en-US"/>
          </w:rPr>
          <w:t>mail</w:t>
        </w:r>
        <w:r w:rsidRPr="00560E85">
          <w:rPr>
            <w:rFonts w:eastAsiaTheme="minorHAnsi"/>
            <w:szCs w:val="28"/>
            <w:lang w:eastAsia="en-US"/>
          </w:rPr>
          <w:t>.</w:t>
        </w:r>
        <w:r w:rsidRPr="00560E85">
          <w:rPr>
            <w:rFonts w:eastAsiaTheme="minorHAnsi"/>
            <w:szCs w:val="28"/>
            <w:lang w:val="en-US" w:eastAsia="en-US"/>
          </w:rPr>
          <w:t>ru</w:t>
        </w:r>
      </w:hyperlink>
      <w:r w:rsidRPr="00560E85">
        <w:rPr>
          <w:rFonts w:eastAsiaTheme="minorHAnsi"/>
          <w:szCs w:val="28"/>
          <w:lang w:eastAsia="en-US"/>
        </w:rPr>
        <w:t>.</w:t>
      </w:r>
    </w:p>
    <w:tbl>
      <w:tblPr>
        <w:tblStyle w:val="a4"/>
        <w:tblW w:w="9500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657"/>
      </w:tblGrid>
      <w:tr w:rsidR="008E541F" w:rsidRPr="00F9264A" w14:paraId="2230DF64" w14:textId="77777777" w:rsidTr="008E541F">
        <w:trPr>
          <w:trHeight w:val="282"/>
        </w:trPr>
        <w:tc>
          <w:tcPr>
            <w:tcW w:w="1843" w:type="dxa"/>
          </w:tcPr>
          <w:p w14:paraId="6F2BBFE7" w14:textId="5DC026C8" w:rsidR="008E541F" w:rsidRPr="00F9264A" w:rsidRDefault="008E541F" w:rsidP="00C07964">
            <w:pPr>
              <w:tabs>
                <w:tab w:val="left" w:pos="2043"/>
              </w:tabs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7657" w:type="dxa"/>
          </w:tcPr>
          <w:p w14:paraId="7C6DFA86" w14:textId="31D544E1" w:rsidR="008E541F" w:rsidRPr="00F9264A" w:rsidRDefault="008E541F" w:rsidP="00C07964">
            <w:pPr>
              <w:tabs>
                <w:tab w:val="left" w:pos="2043"/>
              </w:tabs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14:paraId="47F6CAC8" w14:textId="77777777" w:rsidR="00C83951" w:rsidRPr="00F9264A" w:rsidRDefault="00C83951" w:rsidP="00003DCA">
      <w:pPr>
        <w:jc w:val="both"/>
        <w:rPr>
          <w:color w:val="000000"/>
          <w:sz w:val="26"/>
          <w:szCs w:val="26"/>
        </w:rPr>
      </w:pPr>
    </w:p>
    <w:p w14:paraId="3E3F63A1" w14:textId="77777777" w:rsidR="00BB7073" w:rsidRPr="00F9264A" w:rsidRDefault="00BB7073" w:rsidP="00003DCA">
      <w:pPr>
        <w:jc w:val="both"/>
        <w:rPr>
          <w:color w:val="000000"/>
          <w:sz w:val="26"/>
          <w:szCs w:val="26"/>
        </w:rPr>
      </w:pPr>
    </w:p>
    <w:tbl>
      <w:tblPr>
        <w:tblW w:w="9364" w:type="dxa"/>
        <w:tblLook w:val="04A0" w:firstRow="1" w:lastRow="0" w:firstColumn="1" w:lastColumn="0" w:noHBand="0" w:noVBand="1"/>
      </w:tblPr>
      <w:tblGrid>
        <w:gridCol w:w="4536"/>
        <w:gridCol w:w="1701"/>
        <w:gridCol w:w="3127"/>
      </w:tblGrid>
      <w:tr w:rsidR="0036487B" w:rsidRPr="005D6B2D" w14:paraId="0B280FF1" w14:textId="77777777" w:rsidTr="0008682D">
        <w:sdt>
          <w:sdtPr>
            <w:rPr>
              <w:color w:val="000000"/>
              <w:szCs w:val="28"/>
            </w:rPr>
            <w:alias w:val="Должность подпис"/>
            <w:tag w:val="Должность подпис"/>
            <w:id w:val="-333303354"/>
            <w:lock w:val="sdtLocked"/>
            <w:placeholder>
              <w:docPart w:val="1328649D8CF64379A385A03DE8458523"/>
            </w:placeholder>
          </w:sdtPr>
          <w:sdtEndPr/>
          <w:sdtContent>
            <w:tc>
              <w:tcPr>
                <w:tcW w:w="4536" w:type="dxa"/>
              </w:tcPr>
              <w:p w14:paraId="20DDEA83" w14:textId="1FB20FF3" w:rsidR="0036487B" w:rsidRPr="005D6B2D" w:rsidRDefault="0008682D" w:rsidP="00380A80">
                <w:pPr>
                  <w:jc w:val="both"/>
                  <w:rPr>
                    <w:color w:val="000000"/>
                    <w:szCs w:val="28"/>
                  </w:rPr>
                </w:pPr>
                <w:r>
                  <w:rPr>
                    <w:color w:val="000000"/>
                    <w:szCs w:val="28"/>
                  </w:rPr>
                  <w:t>З</w:t>
                </w:r>
                <w:r w:rsidR="00382259" w:rsidRPr="005D6B2D">
                  <w:rPr>
                    <w:szCs w:val="28"/>
                  </w:rPr>
                  <w:t>аместител</w:t>
                </w:r>
                <w:r>
                  <w:rPr>
                    <w:szCs w:val="28"/>
                  </w:rPr>
                  <w:t>ь</w:t>
                </w:r>
                <w:r w:rsidR="00382259" w:rsidRPr="005D6B2D">
                  <w:rPr>
                    <w:szCs w:val="28"/>
                  </w:rPr>
                  <w:t xml:space="preserve"> министра</w:t>
                </w:r>
              </w:p>
            </w:tc>
          </w:sdtContent>
        </w:sdt>
        <w:tc>
          <w:tcPr>
            <w:tcW w:w="1701" w:type="dxa"/>
          </w:tcPr>
          <w:p w14:paraId="7C7A60F4" w14:textId="77777777" w:rsidR="0036487B" w:rsidRPr="005D6B2D" w:rsidRDefault="0036487B" w:rsidP="00003DCA">
            <w:pPr>
              <w:jc w:val="right"/>
              <w:rPr>
                <w:color w:val="000000"/>
                <w:szCs w:val="28"/>
              </w:rPr>
            </w:pPr>
          </w:p>
        </w:tc>
        <w:sdt>
          <w:sdtPr>
            <w:rPr>
              <w:color w:val="000000"/>
              <w:szCs w:val="28"/>
            </w:rPr>
            <w:alias w:val="И. О. Фамилия Подпис"/>
            <w:tag w:val="И. О. Фамилия Подпис"/>
            <w:id w:val="-858651988"/>
            <w:lock w:val="sdtLocked"/>
            <w:placeholder>
              <w:docPart w:val="6FB566FA41734EFFB33E9957E17DBE95"/>
            </w:placeholder>
          </w:sdtPr>
          <w:sdtEndPr/>
          <w:sdtContent>
            <w:tc>
              <w:tcPr>
                <w:tcW w:w="3127" w:type="dxa"/>
              </w:tcPr>
              <w:p w14:paraId="7DE667C6" w14:textId="41D03604" w:rsidR="0036487B" w:rsidRPr="005D6B2D" w:rsidRDefault="004F0177" w:rsidP="00380A80">
                <w:pPr>
                  <w:jc w:val="right"/>
                  <w:rPr>
                    <w:color w:val="000000"/>
                    <w:szCs w:val="28"/>
                  </w:rPr>
                </w:pPr>
                <w:r>
                  <w:rPr>
                    <w:color w:val="000000"/>
                    <w:szCs w:val="28"/>
                  </w:rPr>
                  <w:t>О</w:t>
                </w:r>
                <w:r w:rsidR="000D6A29">
                  <w:rPr>
                    <w:color w:val="000000"/>
                    <w:szCs w:val="28"/>
                  </w:rPr>
                  <w:t>.</w:t>
                </w:r>
                <w:r>
                  <w:rPr>
                    <w:color w:val="000000"/>
                    <w:szCs w:val="28"/>
                  </w:rPr>
                  <w:t>И</w:t>
                </w:r>
                <w:r w:rsidR="000D6A29">
                  <w:rPr>
                    <w:color w:val="000000"/>
                    <w:szCs w:val="28"/>
                  </w:rPr>
                  <w:t xml:space="preserve">. </w:t>
                </w:r>
                <w:proofErr w:type="spellStart"/>
                <w:r>
                  <w:rPr>
                    <w:color w:val="000000"/>
                    <w:szCs w:val="28"/>
                  </w:rPr>
                  <w:t>Фанфорович</w:t>
                </w:r>
                <w:proofErr w:type="spellEnd"/>
              </w:p>
            </w:tc>
          </w:sdtContent>
        </w:sdt>
      </w:tr>
    </w:tbl>
    <w:p w14:paraId="1AF85184" w14:textId="77777777" w:rsidR="00BF74ED" w:rsidRPr="005D6B2D" w:rsidRDefault="00BF74ED" w:rsidP="00003DCA">
      <w:pPr>
        <w:jc w:val="both"/>
        <w:rPr>
          <w:color w:val="000000"/>
          <w:szCs w:val="28"/>
        </w:rPr>
      </w:pPr>
    </w:p>
    <w:p w14:paraId="43071AA0" w14:textId="77777777" w:rsidR="008F0F1E" w:rsidRDefault="008F0F1E" w:rsidP="00003DCA">
      <w:pPr>
        <w:jc w:val="both"/>
        <w:rPr>
          <w:color w:val="000000"/>
          <w:szCs w:val="28"/>
        </w:rPr>
      </w:pPr>
    </w:p>
    <w:p w14:paraId="470C64EF" w14:textId="77777777" w:rsidR="005D6B2D" w:rsidRDefault="005D6B2D" w:rsidP="00003DCA">
      <w:pPr>
        <w:jc w:val="both"/>
        <w:rPr>
          <w:color w:val="000000"/>
          <w:szCs w:val="28"/>
        </w:rPr>
      </w:pPr>
    </w:p>
    <w:p w14:paraId="41423E8C" w14:textId="77777777" w:rsidR="005D6B2D" w:rsidRDefault="005D6B2D" w:rsidP="00003DCA">
      <w:pPr>
        <w:jc w:val="both"/>
        <w:rPr>
          <w:color w:val="000000"/>
          <w:szCs w:val="28"/>
        </w:rPr>
      </w:pPr>
    </w:p>
    <w:p w14:paraId="6472C286" w14:textId="77777777" w:rsidR="005D6B2D" w:rsidRDefault="005D6B2D" w:rsidP="00003DCA">
      <w:pPr>
        <w:jc w:val="both"/>
        <w:rPr>
          <w:color w:val="000000"/>
          <w:szCs w:val="28"/>
        </w:rPr>
      </w:pPr>
    </w:p>
    <w:p w14:paraId="3012B8BB" w14:textId="77777777" w:rsidR="005D6B2D" w:rsidRDefault="005D6B2D" w:rsidP="00003DCA">
      <w:pPr>
        <w:jc w:val="both"/>
        <w:rPr>
          <w:color w:val="000000"/>
          <w:szCs w:val="28"/>
        </w:rPr>
      </w:pPr>
    </w:p>
    <w:p w14:paraId="5EB4261F" w14:textId="77777777" w:rsidR="005D6B2D" w:rsidRDefault="005D6B2D" w:rsidP="00003DCA">
      <w:pPr>
        <w:jc w:val="both"/>
        <w:rPr>
          <w:color w:val="000000"/>
          <w:szCs w:val="28"/>
        </w:rPr>
      </w:pPr>
    </w:p>
    <w:p w14:paraId="43603B18" w14:textId="77777777" w:rsidR="005D6B2D" w:rsidRDefault="005D6B2D" w:rsidP="00003DCA">
      <w:pPr>
        <w:jc w:val="both"/>
        <w:rPr>
          <w:color w:val="000000"/>
          <w:szCs w:val="28"/>
        </w:rPr>
      </w:pPr>
    </w:p>
    <w:p w14:paraId="57D4803E" w14:textId="77777777" w:rsidR="005D6B2D" w:rsidRDefault="005D6B2D" w:rsidP="00003DCA">
      <w:pPr>
        <w:jc w:val="both"/>
        <w:rPr>
          <w:color w:val="000000"/>
          <w:szCs w:val="28"/>
        </w:rPr>
      </w:pPr>
    </w:p>
    <w:p w14:paraId="13D095B8" w14:textId="77777777" w:rsidR="005D6B2D" w:rsidRDefault="005D6B2D" w:rsidP="00003DCA">
      <w:pPr>
        <w:jc w:val="both"/>
        <w:rPr>
          <w:color w:val="000000"/>
          <w:szCs w:val="28"/>
        </w:rPr>
      </w:pPr>
    </w:p>
    <w:p w14:paraId="2C0F7903" w14:textId="77777777" w:rsidR="005D6B2D" w:rsidRDefault="005D6B2D" w:rsidP="00003DCA">
      <w:pPr>
        <w:jc w:val="both"/>
        <w:rPr>
          <w:color w:val="000000"/>
          <w:szCs w:val="28"/>
        </w:rPr>
      </w:pPr>
    </w:p>
    <w:p w14:paraId="32B9E54A" w14:textId="77777777" w:rsidR="005D6B2D" w:rsidRDefault="005D6B2D" w:rsidP="00003DCA">
      <w:pPr>
        <w:jc w:val="both"/>
        <w:rPr>
          <w:color w:val="000000"/>
          <w:szCs w:val="28"/>
        </w:rPr>
      </w:pPr>
    </w:p>
    <w:p w14:paraId="6DFF0230" w14:textId="77777777" w:rsidR="005D6B2D" w:rsidRDefault="005D6B2D" w:rsidP="00003DCA">
      <w:pPr>
        <w:jc w:val="both"/>
        <w:rPr>
          <w:color w:val="000000"/>
          <w:szCs w:val="28"/>
        </w:rPr>
      </w:pPr>
    </w:p>
    <w:p w14:paraId="0C353537" w14:textId="77777777" w:rsidR="005D6B2D" w:rsidRDefault="005D6B2D" w:rsidP="00003DCA">
      <w:pPr>
        <w:jc w:val="both"/>
        <w:rPr>
          <w:color w:val="000000"/>
          <w:szCs w:val="28"/>
        </w:rPr>
      </w:pPr>
    </w:p>
    <w:p w14:paraId="751FD2EA" w14:textId="77777777" w:rsidR="005D6B2D" w:rsidRDefault="005D6B2D" w:rsidP="00003DCA">
      <w:pPr>
        <w:jc w:val="both"/>
        <w:rPr>
          <w:color w:val="000000"/>
          <w:szCs w:val="28"/>
        </w:rPr>
      </w:pPr>
    </w:p>
    <w:p w14:paraId="416FE8D8" w14:textId="77777777" w:rsidR="005D6B2D" w:rsidRDefault="005D6B2D" w:rsidP="00003DCA">
      <w:pPr>
        <w:jc w:val="both"/>
        <w:rPr>
          <w:color w:val="000000"/>
          <w:szCs w:val="28"/>
        </w:rPr>
      </w:pPr>
    </w:p>
    <w:p w14:paraId="499635E1" w14:textId="77777777" w:rsidR="005D6B2D" w:rsidRDefault="005D6B2D" w:rsidP="00003DCA">
      <w:pPr>
        <w:jc w:val="both"/>
        <w:rPr>
          <w:color w:val="000000"/>
          <w:szCs w:val="28"/>
        </w:rPr>
      </w:pPr>
    </w:p>
    <w:p w14:paraId="19822203" w14:textId="77777777" w:rsidR="005D6B2D" w:rsidRDefault="005D6B2D" w:rsidP="00003DCA">
      <w:pPr>
        <w:jc w:val="both"/>
        <w:rPr>
          <w:color w:val="000000"/>
          <w:szCs w:val="28"/>
        </w:rPr>
      </w:pPr>
    </w:p>
    <w:p w14:paraId="5D1E71F7" w14:textId="77777777" w:rsidR="005D6B2D" w:rsidRDefault="005D6B2D" w:rsidP="00003DCA">
      <w:pPr>
        <w:jc w:val="both"/>
        <w:rPr>
          <w:color w:val="000000"/>
          <w:szCs w:val="28"/>
        </w:rPr>
      </w:pPr>
    </w:p>
    <w:p w14:paraId="48CEEFCC" w14:textId="77777777" w:rsidR="005D6B2D" w:rsidRDefault="005D6B2D" w:rsidP="00003DCA">
      <w:pPr>
        <w:jc w:val="both"/>
        <w:rPr>
          <w:color w:val="000000"/>
          <w:szCs w:val="28"/>
        </w:rPr>
      </w:pPr>
    </w:p>
    <w:p w14:paraId="2D3BC829" w14:textId="77777777" w:rsidR="005D6B2D" w:rsidRDefault="005D6B2D" w:rsidP="00003DCA">
      <w:pPr>
        <w:jc w:val="both"/>
        <w:rPr>
          <w:color w:val="000000"/>
          <w:szCs w:val="28"/>
        </w:rPr>
      </w:pPr>
    </w:p>
    <w:p w14:paraId="1C70449E" w14:textId="77777777" w:rsidR="005D6B2D" w:rsidRDefault="005D6B2D" w:rsidP="00003DCA">
      <w:pPr>
        <w:jc w:val="both"/>
        <w:rPr>
          <w:color w:val="000000"/>
          <w:szCs w:val="28"/>
        </w:rPr>
      </w:pPr>
    </w:p>
    <w:p w14:paraId="50382476" w14:textId="77777777" w:rsidR="005D6B2D" w:rsidRDefault="005D6B2D" w:rsidP="00003DCA">
      <w:pPr>
        <w:jc w:val="both"/>
        <w:rPr>
          <w:color w:val="000000"/>
          <w:szCs w:val="28"/>
        </w:rPr>
      </w:pPr>
    </w:p>
    <w:p w14:paraId="472BE808" w14:textId="77777777" w:rsidR="005D6B2D" w:rsidRDefault="005D6B2D" w:rsidP="00003DCA">
      <w:pPr>
        <w:jc w:val="both"/>
        <w:rPr>
          <w:color w:val="000000"/>
          <w:szCs w:val="28"/>
        </w:rPr>
      </w:pPr>
    </w:p>
    <w:p w14:paraId="67A20282" w14:textId="77777777" w:rsidR="005D6B2D" w:rsidRDefault="005D6B2D" w:rsidP="00003DCA">
      <w:pPr>
        <w:jc w:val="both"/>
        <w:rPr>
          <w:color w:val="000000"/>
          <w:szCs w:val="28"/>
        </w:rPr>
      </w:pPr>
    </w:p>
    <w:p w14:paraId="3B0B45FC" w14:textId="77777777" w:rsidR="005D6B2D" w:rsidRDefault="005D6B2D" w:rsidP="00003DCA">
      <w:pPr>
        <w:jc w:val="both"/>
        <w:rPr>
          <w:color w:val="000000"/>
          <w:szCs w:val="28"/>
        </w:rPr>
      </w:pPr>
    </w:p>
    <w:p w14:paraId="28631FF7" w14:textId="77777777" w:rsidR="005D6B2D" w:rsidRDefault="005D6B2D" w:rsidP="00003DCA">
      <w:pPr>
        <w:jc w:val="both"/>
        <w:rPr>
          <w:color w:val="000000"/>
          <w:szCs w:val="28"/>
        </w:rPr>
      </w:pPr>
    </w:p>
    <w:p w14:paraId="675157E2" w14:textId="77777777" w:rsidR="005D6B2D" w:rsidRDefault="005D6B2D" w:rsidP="00003DCA">
      <w:pPr>
        <w:jc w:val="both"/>
        <w:rPr>
          <w:color w:val="000000"/>
          <w:szCs w:val="28"/>
        </w:rPr>
      </w:pPr>
    </w:p>
    <w:p w14:paraId="01152616" w14:textId="77777777" w:rsidR="005D6B2D" w:rsidRDefault="005D6B2D" w:rsidP="00003DCA">
      <w:pPr>
        <w:jc w:val="both"/>
        <w:rPr>
          <w:color w:val="000000"/>
          <w:szCs w:val="28"/>
        </w:rPr>
      </w:pPr>
    </w:p>
    <w:p w14:paraId="20F58052" w14:textId="77777777" w:rsidR="005D6B2D" w:rsidRDefault="005D6B2D" w:rsidP="00003DCA">
      <w:pPr>
        <w:jc w:val="both"/>
        <w:rPr>
          <w:color w:val="000000"/>
          <w:szCs w:val="28"/>
        </w:rPr>
      </w:pPr>
    </w:p>
    <w:p w14:paraId="4AF8A46B" w14:textId="77777777" w:rsidR="005D6B2D" w:rsidRDefault="005D6B2D" w:rsidP="00003DCA">
      <w:pPr>
        <w:jc w:val="both"/>
        <w:rPr>
          <w:color w:val="000000"/>
          <w:szCs w:val="28"/>
        </w:rPr>
      </w:pPr>
    </w:p>
    <w:p w14:paraId="0AEA69F6" w14:textId="77777777" w:rsidR="005D6B2D" w:rsidRDefault="005D6B2D" w:rsidP="00003DCA">
      <w:pPr>
        <w:jc w:val="both"/>
        <w:rPr>
          <w:color w:val="000000"/>
          <w:szCs w:val="28"/>
        </w:rPr>
      </w:pPr>
    </w:p>
    <w:p w14:paraId="4FB875CC" w14:textId="77777777" w:rsidR="005D6B2D" w:rsidRDefault="005D6B2D" w:rsidP="00003DCA">
      <w:pPr>
        <w:jc w:val="both"/>
        <w:rPr>
          <w:color w:val="000000"/>
          <w:szCs w:val="28"/>
        </w:rPr>
      </w:pPr>
    </w:p>
    <w:p w14:paraId="7C394184" w14:textId="77777777" w:rsidR="005D6B2D" w:rsidRDefault="005D6B2D" w:rsidP="00003DCA">
      <w:pPr>
        <w:jc w:val="both"/>
        <w:rPr>
          <w:color w:val="000000"/>
          <w:szCs w:val="28"/>
        </w:rPr>
      </w:pPr>
    </w:p>
    <w:p w14:paraId="2040856B" w14:textId="77777777" w:rsidR="005D6B2D" w:rsidRDefault="005D6B2D" w:rsidP="00003DCA">
      <w:pPr>
        <w:jc w:val="both"/>
        <w:rPr>
          <w:color w:val="000000"/>
          <w:szCs w:val="28"/>
        </w:rPr>
      </w:pPr>
    </w:p>
    <w:p w14:paraId="02953D0D" w14:textId="7395D55B" w:rsidR="00043124" w:rsidRPr="00331940" w:rsidRDefault="006312C5" w:rsidP="00003DCA">
      <w:pPr>
        <w:jc w:val="both"/>
        <w:rPr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  <w:lang w:val="en-US"/>
          </w:rPr>
          <w:alias w:val="ФИО исп"/>
          <w:tag w:val="ФИО исп"/>
          <w:id w:val="44044015"/>
          <w:lock w:val="sdtLocked"/>
          <w:placeholder>
            <w:docPart w:val="E13295A38FCB4F8C895BA1CD3CD94919"/>
          </w:placeholder>
        </w:sdtPr>
        <w:sdtEndPr/>
        <w:sdtContent>
          <w:proofErr w:type="spellStart"/>
          <w:r>
            <w:rPr>
              <w:color w:val="000000"/>
              <w:sz w:val="22"/>
              <w:szCs w:val="22"/>
            </w:rPr>
            <w:t>Касабова</w:t>
          </w:r>
          <w:proofErr w:type="spellEnd"/>
          <w:r>
            <w:rPr>
              <w:color w:val="000000"/>
              <w:sz w:val="22"/>
              <w:szCs w:val="22"/>
            </w:rPr>
            <w:t xml:space="preserve"> Ирина Марковна</w:t>
          </w:r>
        </w:sdtContent>
      </w:sdt>
      <w:r w:rsidR="00043124" w:rsidRPr="00331940">
        <w:rPr>
          <w:color w:val="000000"/>
          <w:sz w:val="22"/>
          <w:szCs w:val="22"/>
          <w:lang w:val="en-US"/>
        </w:rPr>
        <w:t> </w:t>
      </w:r>
    </w:p>
    <w:sdt>
      <w:sdtPr>
        <w:rPr>
          <w:color w:val="000000"/>
          <w:sz w:val="22"/>
          <w:szCs w:val="22"/>
        </w:rPr>
        <w:alias w:val="Номер исп"/>
        <w:tag w:val="Номер исп"/>
        <w:id w:val="1117489733"/>
        <w:lock w:val="sdtLocked"/>
        <w:placeholder>
          <w:docPart w:val="75203F9103DA40F2AC0705601C63E4A7"/>
        </w:placeholder>
      </w:sdtPr>
      <w:sdtEndPr/>
      <w:sdtContent>
        <w:p w14:paraId="3253D5CB" w14:textId="489A99E0" w:rsidR="00380A80" w:rsidRPr="00331940" w:rsidRDefault="00331940" w:rsidP="00003DCA">
          <w:pPr>
            <w:jc w:val="both"/>
            <w:rPr>
              <w:color w:val="000000"/>
              <w:sz w:val="22"/>
              <w:szCs w:val="22"/>
            </w:rPr>
          </w:pPr>
          <w:r w:rsidRPr="00331940">
            <w:rPr>
              <w:color w:val="000000"/>
              <w:sz w:val="22"/>
              <w:szCs w:val="22"/>
            </w:rPr>
            <w:t>8(8512) 54-92-99</w:t>
          </w:r>
        </w:p>
      </w:sdtContent>
    </w:sdt>
    <w:sectPr w:rsidR="00380A80" w:rsidRPr="00331940" w:rsidSect="00E02555">
      <w:headerReference w:type="default" r:id="rId11"/>
      <w:headerReference w:type="first" r:id="rId12"/>
      <w:pgSz w:w="11906" w:h="16838"/>
      <w:pgMar w:top="142" w:right="707" w:bottom="993" w:left="1843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F891F" w14:textId="77777777" w:rsidR="00F01330" w:rsidRDefault="00F01330" w:rsidP="000F6702">
      <w:r>
        <w:separator/>
      </w:r>
    </w:p>
  </w:endnote>
  <w:endnote w:type="continuationSeparator" w:id="0">
    <w:p w14:paraId="3B06DC4E" w14:textId="77777777" w:rsidR="00F01330" w:rsidRDefault="00F01330" w:rsidP="000F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9013E" w14:textId="77777777" w:rsidR="00F01330" w:rsidRDefault="00F01330" w:rsidP="000F6702">
      <w:r>
        <w:separator/>
      </w:r>
    </w:p>
  </w:footnote>
  <w:footnote w:type="continuationSeparator" w:id="0">
    <w:p w14:paraId="39DF081A" w14:textId="77777777" w:rsidR="00F01330" w:rsidRDefault="00F01330" w:rsidP="000F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17389"/>
      <w:docPartObj>
        <w:docPartGallery w:val="Page Numbers (Top of Page)"/>
        <w:docPartUnique/>
      </w:docPartObj>
    </w:sdtPr>
    <w:sdtEndPr/>
    <w:sdtContent>
      <w:p w14:paraId="223A65B0" w14:textId="77777777" w:rsidR="00E649BD" w:rsidRDefault="00E649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ED9">
          <w:rPr>
            <w:noProof/>
          </w:rPr>
          <w:t>2</w:t>
        </w:r>
        <w:r>
          <w:fldChar w:fldCharType="end"/>
        </w:r>
      </w:p>
    </w:sdtContent>
  </w:sdt>
  <w:p w14:paraId="355BDD37" w14:textId="77777777" w:rsidR="00E649BD" w:rsidRDefault="00E649B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4EFE9" w14:textId="77777777" w:rsidR="00E649BD" w:rsidRDefault="00E649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7AC"/>
    <w:rsid w:val="00002CEE"/>
    <w:rsid w:val="000037BF"/>
    <w:rsid w:val="00003DCA"/>
    <w:rsid w:val="000077D9"/>
    <w:rsid w:val="0001420D"/>
    <w:rsid w:val="0001554F"/>
    <w:rsid w:val="0002390A"/>
    <w:rsid w:val="00032B55"/>
    <w:rsid w:val="00033171"/>
    <w:rsid w:val="000363C5"/>
    <w:rsid w:val="00037A23"/>
    <w:rsid w:val="00040FAF"/>
    <w:rsid w:val="00043124"/>
    <w:rsid w:val="00047360"/>
    <w:rsid w:val="0005396E"/>
    <w:rsid w:val="00054EAD"/>
    <w:rsid w:val="0005516A"/>
    <w:rsid w:val="000707DF"/>
    <w:rsid w:val="00072A2C"/>
    <w:rsid w:val="00074E26"/>
    <w:rsid w:val="00075972"/>
    <w:rsid w:val="00075EF3"/>
    <w:rsid w:val="0008404A"/>
    <w:rsid w:val="000852D0"/>
    <w:rsid w:val="0008682D"/>
    <w:rsid w:val="00087ED9"/>
    <w:rsid w:val="00090142"/>
    <w:rsid w:val="00092103"/>
    <w:rsid w:val="000A4264"/>
    <w:rsid w:val="000B6D8C"/>
    <w:rsid w:val="000B7727"/>
    <w:rsid w:val="000C0A8F"/>
    <w:rsid w:val="000C2370"/>
    <w:rsid w:val="000C74CC"/>
    <w:rsid w:val="000D4207"/>
    <w:rsid w:val="000D543D"/>
    <w:rsid w:val="000D6A29"/>
    <w:rsid w:val="000D7E24"/>
    <w:rsid w:val="000E2B88"/>
    <w:rsid w:val="000E3056"/>
    <w:rsid w:val="000E5910"/>
    <w:rsid w:val="000F3721"/>
    <w:rsid w:val="000F574A"/>
    <w:rsid w:val="000F6702"/>
    <w:rsid w:val="00102DDD"/>
    <w:rsid w:val="001037F1"/>
    <w:rsid w:val="00111856"/>
    <w:rsid w:val="00115ACF"/>
    <w:rsid w:val="00131825"/>
    <w:rsid w:val="00135B41"/>
    <w:rsid w:val="00135D53"/>
    <w:rsid w:val="00136F2E"/>
    <w:rsid w:val="00137683"/>
    <w:rsid w:val="0014057A"/>
    <w:rsid w:val="0014376C"/>
    <w:rsid w:val="00152ADD"/>
    <w:rsid w:val="0015632F"/>
    <w:rsid w:val="00166A06"/>
    <w:rsid w:val="00175479"/>
    <w:rsid w:val="0018403C"/>
    <w:rsid w:val="001914CC"/>
    <w:rsid w:val="00194FD0"/>
    <w:rsid w:val="001A17FD"/>
    <w:rsid w:val="001A352A"/>
    <w:rsid w:val="001A3541"/>
    <w:rsid w:val="001A48E3"/>
    <w:rsid w:val="001B042B"/>
    <w:rsid w:val="001B278B"/>
    <w:rsid w:val="001B4830"/>
    <w:rsid w:val="001B62AE"/>
    <w:rsid w:val="001B771B"/>
    <w:rsid w:val="001C0872"/>
    <w:rsid w:val="001C201F"/>
    <w:rsid w:val="001D49E7"/>
    <w:rsid w:val="001D4EFE"/>
    <w:rsid w:val="001D508B"/>
    <w:rsid w:val="001D56E7"/>
    <w:rsid w:val="001E4795"/>
    <w:rsid w:val="001E57ED"/>
    <w:rsid w:val="001E7472"/>
    <w:rsid w:val="001F19EB"/>
    <w:rsid w:val="001F45F6"/>
    <w:rsid w:val="002012CE"/>
    <w:rsid w:val="00205BCF"/>
    <w:rsid w:val="002061C8"/>
    <w:rsid w:val="0020632B"/>
    <w:rsid w:val="00207604"/>
    <w:rsid w:val="002117BD"/>
    <w:rsid w:val="00222424"/>
    <w:rsid w:val="00222B81"/>
    <w:rsid w:val="002246FA"/>
    <w:rsid w:val="002321C3"/>
    <w:rsid w:val="002344B7"/>
    <w:rsid w:val="002344CD"/>
    <w:rsid w:val="002361F7"/>
    <w:rsid w:val="00237048"/>
    <w:rsid w:val="00240E89"/>
    <w:rsid w:val="00242135"/>
    <w:rsid w:val="00244E91"/>
    <w:rsid w:val="002476F7"/>
    <w:rsid w:val="002528C1"/>
    <w:rsid w:val="00252B03"/>
    <w:rsid w:val="00252C96"/>
    <w:rsid w:val="00255341"/>
    <w:rsid w:val="0025551D"/>
    <w:rsid w:val="002644FB"/>
    <w:rsid w:val="00281E8C"/>
    <w:rsid w:val="0028381C"/>
    <w:rsid w:val="00287266"/>
    <w:rsid w:val="00287E19"/>
    <w:rsid w:val="00292043"/>
    <w:rsid w:val="00295AC2"/>
    <w:rsid w:val="002A57F5"/>
    <w:rsid w:val="002A7F94"/>
    <w:rsid w:val="002B2CA8"/>
    <w:rsid w:val="002B424E"/>
    <w:rsid w:val="002C47B8"/>
    <w:rsid w:val="002E0299"/>
    <w:rsid w:val="002E3DF5"/>
    <w:rsid w:val="002E47D0"/>
    <w:rsid w:val="002E5111"/>
    <w:rsid w:val="002F1071"/>
    <w:rsid w:val="002F23F5"/>
    <w:rsid w:val="0030605E"/>
    <w:rsid w:val="00306074"/>
    <w:rsid w:val="00306BB2"/>
    <w:rsid w:val="00306F2D"/>
    <w:rsid w:val="00307363"/>
    <w:rsid w:val="0032031F"/>
    <w:rsid w:val="00322705"/>
    <w:rsid w:val="00326AE1"/>
    <w:rsid w:val="00331940"/>
    <w:rsid w:val="00333239"/>
    <w:rsid w:val="003371C0"/>
    <w:rsid w:val="00341169"/>
    <w:rsid w:val="00346344"/>
    <w:rsid w:val="00357093"/>
    <w:rsid w:val="00357ED4"/>
    <w:rsid w:val="0036487B"/>
    <w:rsid w:val="003653B6"/>
    <w:rsid w:val="003665B7"/>
    <w:rsid w:val="003709F1"/>
    <w:rsid w:val="00370A13"/>
    <w:rsid w:val="00371E63"/>
    <w:rsid w:val="00380A80"/>
    <w:rsid w:val="00382259"/>
    <w:rsid w:val="00384726"/>
    <w:rsid w:val="00385424"/>
    <w:rsid w:val="003855BA"/>
    <w:rsid w:val="00387DB0"/>
    <w:rsid w:val="0039439C"/>
    <w:rsid w:val="0039569B"/>
    <w:rsid w:val="00395988"/>
    <w:rsid w:val="00395F9D"/>
    <w:rsid w:val="003A087A"/>
    <w:rsid w:val="003A1516"/>
    <w:rsid w:val="003A4850"/>
    <w:rsid w:val="003A754D"/>
    <w:rsid w:val="003B22D6"/>
    <w:rsid w:val="003B23F4"/>
    <w:rsid w:val="003B7A0F"/>
    <w:rsid w:val="003C70AC"/>
    <w:rsid w:val="003D2EEA"/>
    <w:rsid w:val="003D3010"/>
    <w:rsid w:val="003D5D28"/>
    <w:rsid w:val="003D6138"/>
    <w:rsid w:val="003D660C"/>
    <w:rsid w:val="003E17BB"/>
    <w:rsid w:val="003F20C7"/>
    <w:rsid w:val="003F2A06"/>
    <w:rsid w:val="00404FDC"/>
    <w:rsid w:val="00407E5E"/>
    <w:rsid w:val="00410E4B"/>
    <w:rsid w:val="00427CD6"/>
    <w:rsid w:val="004302C1"/>
    <w:rsid w:val="00430530"/>
    <w:rsid w:val="00432408"/>
    <w:rsid w:val="00432D44"/>
    <w:rsid w:val="004342FF"/>
    <w:rsid w:val="004367F0"/>
    <w:rsid w:val="004375E4"/>
    <w:rsid w:val="00441804"/>
    <w:rsid w:val="0044228A"/>
    <w:rsid w:val="0044602B"/>
    <w:rsid w:val="004535FD"/>
    <w:rsid w:val="00462B2E"/>
    <w:rsid w:val="00464D2D"/>
    <w:rsid w:val="004655A1"/>
    <w:rsid w:val="0046701B"/>
    <w:rsid w:val="00470DAB"/>
    <w:rsid w:val="00475706"/>
    <w:rsid w:val="00481C07"/>
    <w:rsid w:val="00483AD2"/>
    <w:rsid w:val="00485521"/>
    <w:rsid w:val="0048716B"/>
    <w:rsid w:val="00490C17"/>
    <w:rsid w:val="00494B7F"/>
    <w:rsid w:val="004976B8"/>
    <w:rsid w:val="004A3CDC"/>
    <w:rsid w:val="004A635D"/>
    <w:rsid w:val="004A6DB7"/>
    <w:rsid w:val="004A700E"/>
    <w:rsid w:val="004B32C5"/>
    <w:rsid w:val="004C0AD1"/>
    <w:rsid w:val="004C453A"/>
    <w:rsid w:val="004D4DEE"/>
    <w:rsid w:val="004D586C"/>
    <w:rsid w:val="004D6F59"/>
    <w:rsid w:val="004F0177"/>
    <w:rsid w:val="004F13A8"/>
    <w:rsid w:val="004F393E"/>
    <w:rsid w:val="004F39EB"/>
    <w:rsid w:val="00504C94"/>
    <w:rsid w:val="00511D21"/>
    <w:rsid w:val="00512721"/>
    <w:rsid w:val="005135F4"/>
    <w:rsid w:val="005208C1"/>
    <w:rsid w:val="0052246A"/>
    <w:rsid w:val="00523635"/>
    <w:rsid w:val="00533D1A"/>
    <w:rsid w:val="00536212"/>
    <w:rsid w:val="0054265D"/>
    <w:rsid w:val="00543DAF"/>
    <w:rsid w:val="00544163"/>
    <w:rsid w:val="00545247"/>
    <w:rsid w:val="00545EEF"/>
    <w:rsid w:val="005506BB"/>
    <w:rsid w:val="0055166B"/>
    <w:rsid w:val="00552667"/>
    <w:rsid w:val="00560E85"/>
    <w:rsid w:val="00562CA1"/>
    <w:rsid w:val="00567906"/>
    <w:rsid w:val="00577C0F"/>
    <w:rsid w:val="00580AA9"/>
    <w:rsid w:val="00581F3C"/>
    <w:rsid w:val="00582215"/>
    <w:rsid w:val="00583F23"/>
    <w:rsid w:val="00597067"/>
    <w:rsid w:val="005A0FE3"/>
    <w:rsid w:val="005A475C"/>
    <w:rsid w:val="005A47E8"/>
    <w:rsid w:val="005B49C5"/>
    <w:rsid w:val="005B713F"/>
    <w:rsid w:val="005C11EF"/>
    <w:rsid w:val="005C1558"/>
    <w:rsid w:val="005C3085"/>
    <w:rsid w:val="005C494F"/>
    <w:rsid w:val="005C51AD"/>
    <w:rsid w:val="005D6B2D"/>
    <w:rsid w:val="005E010E"/>
    <w:rsid w:val="005E124F"/>
    <w:rsid w:val="005F2558"/>
    <w:rsid w:val="005F46C8"/>
    <w:rsid w:val="006027FD"/>
    <w:rsid w:val="006041C7"/>
    <w:rsid w:val="00606046"/>
    <w:rsid w:val="00620664"/>
    <w:rsid w:val="00623C24"/>
    <w:rsid w:val="00625964"/>
    <w:rsid w:val="006312C5"/>
    <w:rsid w:val="0063279F"/>
    <w:rsid w:val="006362E4"/>
    <w:rsid w:val="00640A61"/>
    <w:rsid w:val="00641198"/>
    <w:rsid w:val="00642D9D"/>
    <w:rsid w:val="006436DC"/>
    <w:rsid w:val="00652C02"/>
    <w:rsid w:val="006609AC"/>
    <w:rsid w:val="00666EE3"/>
    <w:rsid w:val="00670A11"/>
    <w:rsid w:val="00672DBB"/>
    <w:rsid w:val="0067453B"/>
    <w:rsid w:val="0067539D"/>
    <w:rsid w:val="0067639C"/>
    <w:rsid w:val="00682A3C"/>
    <w:rsid w:val="00685CEF"/>
    <w:rsid w:val="006872A0"/>
    <w:rsid w:val="00690E5F"/>
    <w:rsid w:val="006977AC"/>
    <w:rsid w:val="006A60ED"/>
    <w:rsid w:val="006B13BE"/>
    <w:rsid w:val="006B1623"/>
    <w:rsid w:val="006B1AE4"/>
    <w:rsid w:val="006B28E3"/>
    <w:rsid w:val="006B31C1"/>
    <w:rsid w:val="006C09F3"/>
    <w:rsid w:val="006C2338"/>
    <w:rsid w:val="006C4DEB"/>
    <w:rsid w:val="006C5E99"/>
    <w:rsid w:val="006C6AE9"/>
    <w:rsid w:val="006D1E04"/>
    <w:rsid w:val="006D5A42"/>
    <w:rsid w:val="006D634E"/>
    <w:rsid w:val="006D74E4"/>
    <w:rsid w:val="006F0765"/>
    <w:rsid w:val="006F5242"/>
    <w:rsid w:val="006F6FF6"/>
    <w:rsid w:val="007066E3"/>
    <w:rsid w:val="0071057F"/>
    <w:rsid w:val="00731775"/>
    <w:rsid w:val="0073575F"/>
    <w:rsid w:val="007368F5"/>
    <w:rsid w:val="007376CE"/>
    <w:rsid w:val="007425B3"/>
    <w:rsid w:val="007530B6"/>
    <w:rsid w:val="007534F2"/>
    <w:rsid w:val="00757501"/>
    <w:rsid w:val="00757691"/>
    <w:rsid w:val="00757E21"/>
    <w:rsid w:val="00761241"/>
    <w:rsid w:val="00761FB4"/>
    <w:rsid w:val="007650A7"/>
    <w:rsid w:val="007701F8"/>
    <w:rsid w:val="00770A58"/>
    <w:rsid w:val="00791A41"/>
    <w:rsid w:val="00791DEA"/>
    <w:rsid w:val="007A11AF"/>
    <w:rsid w:val="007A6EA7"/>
    <w:rsid w:val="007B080B"/>
    <w:rsid w:val="007C5D83"/>
    <w:rsid w:val="007C7FD2"/>
    <w:rsid w:val="007E024B"/>
    <w:rsid w:val="007E4C48"/>
    <w:rsid w:val="007E7CC4"/>
    <w:rsid w:val="007F6A09"/>
    <w:rsid w:val="00807197"/>
    <w:rsid w:val="00812408"/>
    <w:rsid w:val="0082107B"/>
    <w:rsid w:val="008235B3"/>
    <w:rsid w:val="00824C28"/>
    <w:rsid w:val="008270FA"/>
    <w:rsid w:val="00836E8C"/>
    <w:rsid w:val="00841AB0"/>
    <w:rsid w:val="00845D9E"/>
    <w:rsid w:val="008463F0"/>
    <w:rsid w:val="008466ED"/>
    <w:rsid w:val="00851D1D"/>
    <w:rsid w:val="00853A06"/>
    <w:rsid w:val="00857998"/>
    <w:rsid w:val="0086087D"/>
    <w:rsid w:val="008623E0"/>
    <w:rsid w:val="00866343"/>
    <w:rsid w:val="0086757C"/>
    <w:rsid w:val="00870588"/>
    <w:rsid w:val="00873AFB"/>
    <w:rsid w:val="008766F2"/>
    <w:rsid w:val="00876768"/>
    <w:rsid w:val="0088083A"/>
    <w:rsid w:val="008809EE"/>
    <w:rsid w:val="008858EF"/>
    <w:rsid w:val="00887ED2"/>
    <w:rsid w:val="00891BF0"/>
    <w:rsid w:val="00892104"/>
    <w:rsid w:val="008923C8"/>
    <w:rsid w:val="008A5482"/>
    <w:rsid w:val="008A5E97"/>
    <w:rsid w:val="008B0BCA"/>
    <w:rsid w:val="008B5054"/>
    <w:rsid w:val="008B5AD3"/>
    <w:rsid w:val="008C0B38"/>
    <w:rsid w:val="008C50BE"/>
    <w:rsid w:val="008C7857"/>
    <w:rsid w:val="008D37DD"/>
    <w:rsid w:val="008D3F5C"/>
    <w:rsid w:val="008D5A45"/>
    <w:rsid w:val="008E541F"/>
    <w:rsid w:val="008F0F1E"/>
    <w:rsid w:val="00903883"/>
    <w:rsid w:val="00905980"/>
    <w:rsid w:val="00905C44"/>
    <w:rsid w:val="00917E67"/>
    <w:rsid w:val="00921B60"/>
    <w:rsid w:val="00922C66"/>
    <w:rsid w:val="0092443E"/>
    <w:rsid w:val="00932F74"/>
    <w:rsid w:val="009331AF"/>
    <w:rsid w:val="009346A4"/>
    <w:rsid w:val="00935276"/>
    <w:rsid w:val="009461F5"/>
    <w:rsid w:val="00946226"/>
    <w:rsid w:val="009520BC"/>
    <w:rsid w:val="00953A7A"/>
    <w:rsid w:val="00962C0C"/>
    <w:rsid w:val="00964F74"/>
    <w:rsid w:val="00965AF6"/>
    <w:rsid w:val="00966A72"/>
    <w:rsid w:val="009835DD"/>
    <w:rsid w:val="00984537"/>
    <w:rsid w:val="0099101F"/>
    <w:rsid w:val="00994489"/>
    <w:rsid w:val="009973D9"/>
    <w:rsid w:val="009A0F0E"/>
    <w:rsid w:val="009A1D34"/>
    <w:rsid w:val="009A4963"/>
    <w:rsid w:val="009B071F"/>
    <w:rsid w:val="009B1C0F"/>
    <w:rsid w:val="009B77DC"/>
    <w:rsid w:val="009C2C70"/>
    <w:rsid w:val="009C4C27"/>
    <w:rsid w:val="009D5696"/>
    <w:rsid w:val="009D601D"/>
    <w:rsid w:val="009E2D73"/>
    <w:rsid w:val="009E7ED1"/>
    <w:rsid w:val="009F0CC0"/>
    <w:rsid w:val="009F3F69"/>
    <w:rsid w:val="009F78A8"/>
    <w:rsid w:val="00A053BE"/>
    <w:rsid w:val="00A12C25"/>
    <w:rsid w:val="00A1483B"/>
    <w:rsid w:val="00A16F6F"/>
    <w:rsid w:val="00A247DB"/>
    <w:rsid w:val="00A256E2"/>
    <w:rsid w:val="00A26678"/>
    <w:rsid w:val="00A26BB3"/>
    <w:rsid w:val="00A30407"/>
    <w:rsid w:val="00A3161A"/>
    <w:rsid w:val="00A401BF"/>
    <w:rsid w:val="00A4149E"/>
    <w:rsid w:val="00A5453C"/>
    <w:rsid w:val="00A54BA6"/>
    <w:rsid w:val="00A5727A"/>
    <w:rsid w:val="00A6376B"/>
    <w:rsid w:val="00A65251"/>
    <w:rsid w:val="00A701B3"/>
    <w:rsid w:val="00A8047D"/>
    <w:rsid w:val="00A87E53"/>
    <w:rsid w:val="00A917E3"/>
    <w:rsid w:val="00A92FE5"/>
    <w:rsid w:val="00A930B0"/>
    <w:rsid w:val="00A936FF"/>
    <w:rsid w:val="00A95A46"/>
    <w:rsid w:val="00AA20D8"/>
    <w:rsid w:val="00AA2481"/>
    <w:rsid w:val="00AA3049"/>
    <w:rsid w:val="00AB0E05"/>
    <w:rsid w:val="00AB1D44"/>
    <w:rsid w:val="00AB556D"/>
    <w:rsid w:val="00AB6B5D"/>
    <w:rsid w:val="00AB7561"/>
    <w:rsid w:val="00AB7632"/>
    <w:rsid w:val="00AC0602"/>
    <w:rsid w:val="00AC56C0"/>
    <w:rsid w:val="00AC7454"/>
    <w:rsid w:val="00AD1DD8"/>
    <w:rsid w:val="00AD204F"/>
    <w:rsid w:val="00AD76CA"/>
    <w:rsid w:val="00AE0848"/>
    <w:rsid w:val="00AE2514"/>
    <w:rsid w:val="00AE259F"/>
    <w:rsid w:val="00AE4E0A"/>
    <w:rsid w:val="00AE5E3F"/>
    <w:rsid w:val="00AF1F9F"/>
    <w:rsid w:val="00AF222A"/>
    <w:rsid w:val="00AF2EF9"/>
    <w:rsid w:val="00AF502A"/>
    <w:rsid w:val="00B027F3"/>
    <w:rsid w:val="00B0689A"/>
    <w:rsid w:val="00B06CF5"/>
    <w:rsid w:val="00B10B86"/>
    <w:rsid w:val="00B11D3C"/>
    <w:rsid w:val="00B1246C"/>
    <w:rsid w:val="00B206C3"/>
    <w:rsid w:val="00B21AC5"/>
    <w:rsid w:val="00B33C37"/>
    <w:rsid w:val="00B3417C"/>
    <w:rsid w:val="00B35BF5"/>
    <w:rsid w:val="00B3700D"/>
    <w:rsid w:val="00B40804"/>
    <w:rsid w:val="00B50ECE"/>
    <w:rsid w:val="00B547DA"/>
    <w:rsid w:val="00B54C36"/>
    <w:rsid w:val="00B663B7"/>
    <w:rsid w:val="00B707D2"/>
    <w:rsid w:val="00B7125E"/>
    <w:rsid w:val="00B7372E"/>
    <w:rsid w:val="00B74796"/>
    <w:rsid w:val="00B95F0A"/>
    <w:rsid w:val="00B96643"/>
    <w:rsid w:val="00B96D11"/>
    <w:rsid w:val="00BA3D8C"/>
    <w:rsid w:val="00BA6A36"/>
    <w:rsid w:val="00BA7E2D"/>
    <w:rsid w:val="00BB16EC"/>
    <w:rsid w:val="00BB2EBB"/>
    <w:rsid w:val="00BB3D53"/>
    <w:rsid w:val="00BB5E34"/>
    <w:rsid w:val="00BB63EE"/>
    <w:rsid w:val="00BB7073"/>
    <w:rsid w:val="00BC4E52"/>
    <w:rsid w:val="00BC6929"/>
    <w:rsid w:val="00BE08A8"/>
    <w:rsid w:val="00BE477E"/>
    <w:rsid w:val="00BF1A88"/>
    <w:rsid w:val="00BF2091"/>
    <w:rsid w:val="00BF48E8"/>
    <w:rsid w:val="00BF74ED"/>
    <w:rsid w:val="00C006FF"/>
    <w:rsid w:val="00C02D5D"/>
    <w:rsid w:val="00C06ED6"/>
    <w:rsid w:val="00C07832"/>
    <w:rsid w:val="00C07964"/>
    <w:rsid w:val="00C07D26"/>
    <w:rsid w:val="00C11E19"/>
    <w:rsid w:val="00C11E63"/>
    <w:rsid w:val="00C16869"/>
    <w:rsid w:val="00C169C6"/>
    <w:rsid w:val="00C27AA7"/>
    <w:rsid w:val="00C31025"/>
    <w:rsid w:val="00C37DCB"/>
    <w:rsid w:val="00C40D33"/>
    <w:rsid w:val="00C41E8B"/>
    <w:rsid w:val="00C50DEB"/>
    <w:rsid w:val="00C51FF4"/>
    <w:rsid w:val="00C528EF"/>
    <w:rsid w:val="00C53BAB"/>
    <w:rsid w:val="00C55F1D"/>
    <w:rsid w:val="00C67A63"/>
    <w:rsid w:val="00C71CC6"/>
    <w:rsid w:val="00C72699"/>
    <w:rsid w:val="00C74F11"/>
    <w:rsid w:val="00C7550E"/>
    <w:rsid w:val="00C77F99"/>
    <w:rsid w:val="00C8205A"/>
    <w:rsid w:val="00C83951"/>
    <w:rsid w:val="00C83B91"/>
    <w:rsid w:val="00C85BA5"/>
    <w:rsid w:val="00C9031B"/>
    <w:rsid w:val="00C93597"/>
    <w:rsid w:val="00C9381F"/>
    <w:rsid w:val="00CA074C"/>
    <w:rsid w:val="00CA34E0"/>
    <w:rsid w:val="00CA5EB1"/>
    <w:rsid w:val="00CB1EBE"/>
    <w:rsid w:val="00CB7297"/>
    <w:rsid w:val="00CC0E37"/>
    <w:rsid w:val="00CC15BC"/>
    <w:rsid w:val="00CC1DC9"/>
    <w:rsid w:val="00CC54BE"/>
    <w:rsid w:val="00CD11CC"/>
    <w:rsid w:val="00CD6B8E"/>
    <w:rsid w:val="00CE2355"/>
    <w:rsid w:val="00CE7549"/>
    <w:rsid w:val="00CF7490"/>
    <w:rsid w:val="00D0408C"/>
    <w:rsid w:val="00D142CB"/>
    <w:rsid w:val="00D23A59"/>
    <w:rsid w:val="00D26CF7"/>
    <w:rsid w:val="00D27069"/>
    <w:rsid w:val="00D36632"/>
    <w:rsid w:val="00D4024F"/>
    <w:rsid w:val="00D431CB"/>
    <w:rsid w:val="00D505D9"/>
    <w:rsid w:val="00D530DA"/>
    <w:rsid w:val="00D60F4D"/>
    <w:rsid w:val="00D622EC"/>
    <w:rsid w:val="00D7555A"/>
    <w:rsid w:val="00D76F73"/>
    <w:rsid w:val="00D8662F"/>
    <w:rsid w:val="00D90ED9"/>
    <w:rsid w:val="00D950E3"/>
    <w:rsid w:val="00D95840"/>
    <w:rsid w:val="00D96A69"/>
    <w:rsid w:val="00DA15C7"/>
    <w:rsid w:val="00DA5F98"/>
    <w:rsid w:val="00DB217A"/>
    <w:rsid w:val="00DB645D"/>
    <w:rsid w:val="00DB772D"/>
    <w:rsid w:val="00DC315A"/>
    <w:rsid w:val="00DD13C3"/>
    <w:rsid w:val="00DD13C9"/>
    <w:rsid w:val="00DE07CC"/>
    <w:rsid w:val="00DF2011"/>
    <w:rsid w:val="00DF499E"/>
    <w:rsid w:val="00DF6639"/>
    <w:rsid w:val="00DF74EB"/>
    <w:rsid w:val="00E01E86"/>
    <w:rsid w:val="00E02555"/>
    <w:rsid w:val="00E033AC"/>
    <w:rsid w:val="00E1072C"/>
    <w:rsid w:val="00E33409"/>
    <w:rsid w:val="00E4303F"/>
    <w:rsid w:val="00E50C5D"/>
    <w:rsid w:val="00E55131"/>
    <w:rsid w:val="00E649BD"/>
    <w:rsid w:val="00E723F4"/>
    <w:rsid w:val="00E755C3"/>
    <w:rsid w:val="00E7698E"/>
    <w:rsid w:val="00E8140C"/>
    <w:rsid w:val="00E81B23"/>
    <w:rsid w:val="00E8691C"/>
    <w:rsid w:val="00E91D2B"/>
    <w:rsid w:val="00E9647E"/>
    <w:rsid w:val="00EA3C63"/>
    <w:rsid w:val="00EC0C35"/>
    <w:rsid w:val="00EC3DA3"/>
    <w:rsid w:val="00EC4887"/>
    <w:rsid w:val="00ED122D"/>
    <w:rsid w:val="00ED1650"/>
    <w:rsid w:val="00ED2C05"/>
    <w:rsid w:val="00ED481F"/>
    <w:rsid w:val="00ED6522"/>
    <w:rsid w:val="00ED6786"/>
    <w:rsid w:val="00EE4A2A"/>
    <w:rsid w:val="00EF0782"/>
    <w:rsid w:val="00EF1CA4"/>
    <w:rsid w:val="00EF2686"/>
    <w:rsid w:val="00EF45F4"/>
    <w:rsid w:val="00EF5458"/>
    <w:rsid w:val="00F00A36"/>
    <w:rsid w:val="00F01330"/>
    <w:rsid w:val="00F0278C"/>
    <w:rsid w:val="00F144FB"/>
    <w:rsid w:val="00F14711"/>
    <w:rsid w:val="00F162C8"/>
    <w:rsid w:val="00F23C39"/>
    <w:rsid w:val="00F24440"/>
    <w:rsid w:val="00F272B0"/>
    <w:rsid w:val="00F35FB6"/>
    <w:rsid w:val="00F42CAB"/>
    <w:rsid w:val="00F45700"/>
    <w:rsid w:val="00F47644"/>
    <w:rsid w:val="00F51CA8"/>
    <w:rsid w:val="00F606AF"/>
    <w:rsid w:val="00F64C69"/>
    <w:rsid w:val="00F73729"/>
    <w:rsid w:val="00F755E4"/>
    <w:rsid w:val="00F84AA6"/>
    <w:rsid w:val="00F91BC2"/>
    <w:rsid w:val="00F9264A"/>
    <w:rsid w:val="00FA51C6"/>
    <w:rsid w:val="00FB096B"/>
    <w:rsid w:val="00FB2488"/>
    <w:rsid w:val="00FB3A4D"/>
    <w:rsid w:val="00FB4ABE"/>
    <w:rsid w:val="00FC16AD"/>
    <w:rsid w:val="00FE1156"/>
    <w:rsid w:val="00FE4CAB"/>
    <w:rsid w:val="00FE5B40"/>
    <w:rsid w:val="00FF52B3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5C9BA"/>
  <w15:docId w15:val="{36EA93B1-58E5-4997-A80C-977DACD2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11AF"/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72DBB"/>
    <w:pPr>
      <w:keepNext/>
      <w:jc w:val="center"/>
      <w:outlineLvl w:val="1"/>
    </w:pPr>
    <w:rPr>
      <w:b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A11A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33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A8047D"/>
    <w:rPr>
      <w:color w:val="0000FF"/>
      <w:u w:val="single"/>
    </w:rPr>
  </w:style>
  <w:style w:type="character" w:styleId="a6">
    <w:name w:val="line number"/>
    <w:rsid w:val="000F6702"/>
  </w:style>
  <w:style w:type="paragraph" w:styleId="a7">
    <w:name w:val="header"/>
    <w:basedOn w:val="a"/>
    <w:link w:val="a8"/>
    <w:uiPriority w:val="99"/>
    <w:rsid w:val="000F67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6702"/>
    <w:rPr>
      <w:sz w:val="28"/>
    </w:rPr>
  </w:style>
  <w:style w:type="paragraph" w:styleId="a9">
    <w:name w:val="footer"/>
    <w:basedOn w:val="a"/>
    <w:link w:val="aa"/>
    <w:rsid w:val="000F67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6702"/>
    <w:rPr>
      <w:sz w:val="28"/>
    </w:rPr>
  </w:style>
  <w:style w:type="character" w:styleId="ab">
    <w:name w:val="Placeholder Text"/>
    <w:basedOn w:val="a0"/>
    <w:uiPriority w:val="99"/>
    <w:semiHidden/>
    <w:rsid w:val="00380A80"/>
    <w:rPr>
      <w:color w:val="808080"/>
    </w:rPr>
  </w:style>
  <w:style w:type="character" w:customStyle="1" w:styleId="20">
    <w:name w:val="Заголовок 2 Знак"/>
    <w:basedOn w:val="a0"/>
    <w:link w:val="2"/>
    <w:semiHidden/>
    <w:rsid w:val="00672DBB"/>
    <w:rPr>
      <w:b/>
      <w:sz w:val="24"/>
      <w:szCs w:val="22"/>
    </w:rPr>
  </w:style>
  <w:style w:type="paragraph" w:styleId="ac">
    <w:name w:val="Body Text"/>
    <w:basedOn w:val="a"/>
    <w:link w:val="ad"/>
    <w:unhideWhenUsed/>
    <w:rsid w:val="00672DBB"/>
    <w:pPr>
      <w:jc w:val="center"/>
    </w:pPr>
    <w:rPr>
      <w:sz w:val="22"/>
      <w:szCs w:val="16"/>
    </w:rPr>
  </w:style>
  <w:style w:type="character" w:customStyle="1" w:styleId="ad">
    <w:name w:val="Основной текст Знак"/>
    <w:basedOn w:val="a0"/>
    <w:link w:val="ac"/>
    <w:rsid w:val="00672DBB"/>
    <w:rPr>
      <w:sz w:val="22"/>
      <w:szCs w:val="16"/>
    </w:rPr>
  </w:style>
  <w:style w:type="paragraph" w:styleId="ae">
    <w:name w:val="Normal (Web)"/>
    <w:basedOn w:val="a"/>
    <w:uiPriority w:val="99"/>
    <w:unhideWhenUsed/>
    <w:rsid w:val="004B32C5"/>
    <w:pPr>
      <w:spacing w:before="100" w:beforeAutospacing="1" w:after="100" w:afterAutospacing="1"/>
    </w:pPr>
    <w:rPr>
      <w:sz w:val="24"/>
      <w:szCs w:val="24"/>
    </w:rPr>
  </w:style>
  <w:style w:type="paragraph" w:customStyle="1" w:styleId="1-">
    <w:name w:val="1МОЙ-Текст"/>
    <w:basedOn w:val="a"/>
    <w:link w:val="1-0"/>
    <w:autoRedefine/>
    <w:qFormat/>
    <w:rsid w:val="00087ED9"/>
    <w:pPr>
      <w:spacing w:line="276" w:lineRule="auto"/>
      <w:ind w:firstLine="709"/>
      <w:jc w:val="both"/>
    </w:pPr>
    <w:rPr>
      <w:color w:val="00000A"/>
      <w:szCs w:val="28"/>
    </w:rPr>
  </w:style>
  <w:style w:type="character" w:customStyle="1" w:styleId="1-0">
    <w:name w:val="1МОЙ-Текст Знак"/>
    <w:basedOn w:val="a0"/>
    <w:link w:val="1-"/>
    <w:rsid w:val="00087ED9"/>
    <w:rPr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zdrav@astrob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ostatzp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zdrav.astrobl.ru/deyatelnost/napravleniya-deyatelnosti/sistema-oplaty-truda/informaciia-dlia-medicinskix-organizacii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ORG\&#1055;&#1054;&#1063;&#1058;&#1040;\&#1045;&#1057;&#1048;&#1053;&#1040;\&#1064;&#1040;&#1041;&#1051;&#1054;&#1053;%20&#1055;&#1048;&#1057;&#1068;&#1052;&#1040;_&#1040;&#1047;&#1048;&#1047;&#1054;&#1042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F476BFAFFBA4544801E13FA11AC20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B48F99-02C4-4A11-AF02-C467913785F1}"/>
      </w:docPartPr>
      <w:docPartBody>
        <w:p w:rsidR="00B10D95" w:rsidRDefault="009845B8" w:rsidP="0088217B">
          <w:pPr>
            <w:pStyle w:val="AF476BFAFFBA4544801E13FA11AC208B1"/>
          </w:pPr>
          <w:r>
            <w:t>Место для ввода текста</w:t>
          </w:r>
        </w:p>
      </w:docPartBody>
    </w:docPart>
    <w:docPart>
      <w:docPartPr>
        <w:name w:val="E64ECFDA14BF47B7AFB0DF32F804CD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7295EC-D202-4E65-ADC1-6263D92C178D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24FB87DC78B347D8A66F033A32DDCA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4E5651-363B-45B4-81ED-3298C5C4A5D2}"/>
      </w:docPartPr>
      <w:docPartBody>
        <w:p w:rsidR="00B10D95" w:rsidRDefault="00DC7F33" w:rsidP="00DC7F33">
          <w:pPr>
            <w:pStyle w:val="24FB87DC78B347D8A66F033A32DDCA0314"/>
          </w:pPr>
          <w:r>
            <w:rPr>
              <w:sz w:val="20"/>
            </w:rPr>
            <w:t xml:space="preserve"> </w:t>
          </w:r>
        </w:p>
      </w:docPartBody>
    </w:docPart>
    <w:docPart>
      <w:docPartPr>
        <w:name w:val="B5112A52BA2B4CC782D7968C16D15F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C30131-6C20-409E-BD61-DD49E182EBB3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C611C931B2A64E2D8EAEC9E14D0FBF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2468BA-E0EE-46C5-9D6E-F0A3F7FCCB30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1328649D8CF64379A385A03DE84585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B3C6DB-FE31-4E3E-9612-10C0ACF07DC3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6FB566FA41734EFFB33E9957E17DBE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E0FF4D-A42B-47B3-AD85-F4398838F81C}"/>
      </w:docPartPr>
      <w:docPartBody>
        <w:p w:rsidR="00B10D95" w:rsidRDefault="009845B8" w:rsidP="0088217B">
          <w:pPr>
            <w:pStyle w:val="6FB566FA41734EFFB33E9957E17DBE951"/>
          </w:pPr>
          <w:r>
            <w:t>Место для ввода текста</w:t>
          </w:r>
        </w:p>
      </w:docPartBody>
    </w:docPart>
    <w:docPart>
      <w:docPartPr>
        <w:name w:val="E13295A38FCB4F8C895BA1CD3CD949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4EC71A-8841-402C-890E-BF025707044B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75203F9103DA40F2AC0705601C63E4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311DB7-1B23-454D-B2C7-D9A7FA62D0C7}"/>
      </w:docPartPr>
      <w:docPartBody>
        <w:p w:rsidR="00B10D95" w:rsidRDefault="00DC7F33">
          <w:r>
            <w:t>Место для ввода текста</w:t>
          </w:r>
        </w:p>
      </w:docPartBody>
    </w:docPart>
    <w:docPart>
      <w:docPartPr>
        <w:name w:val="0D0F0AA39A2F49DFAF2709F21666B5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EB9B6B-F517-487A-8699-B9FD2A01730E}"/>
      </w:docPartPr>
      <w:docPartBody>
        <w:p w:rsidR="0088217B" w:rsidRDefault="00DC7F33" w:rsidP="00DC7F33">
          <w:pPr>
            <w:pStyle w:val="0D0F0AA39A2F49DFAF2709F21666B51614"/>
          </w:pPr>
          <w:r w:rsidRPr="004342FF">
            <w:rPr>
              <w:rStyle w:val="a3"/>
              <w:sz w:val="16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F79"/>
    <w:rsid w:val="00020A80"/>
    <w:rsid w:val="00032B55"/>
    <w:rsid w:val="00063BB4"/>
    <w:rsid w:val="0008404A"/>
    <w:rsid w:val="0016776B"/>
    <w:rsid w:val="002E47D0"/>
    <w:rsid w:val="002E5855"/>
    <w:rsid w:val="00582215"/>
    <w:rsid w:val="005F7F79"/>
    <w:rsid w:val="006041C7"/>
    <w:rsid w:val="00611791"/>
    <w:rsid w:val="00645509"/>
    <w:rsid w:val="006B1AE4"/>
    <w:rsid w:val="006B2B5D"/>
    <w:rsid w:val="00721ABD"/>
    <w:rsid w:val="007317D8"/>
    <w:rsid w:val="00835EBD"/>
    <w:rsid w:val="0088217B"/>
    <w:rsid w:val="009845B8"/>
    <w:rsid w:val="00984706"/>
    <w:rsid w:val="00A333B7"/>
    <w:rsid w:val="00A55C3E"/>
    <w:rsid w:val="00AD71EA"/>
    <w:rsid w:val="00AE13D2"/>
    <w:rsid w:val="00B10D95"/>
    <w:rsid w:val="00B1246C"/>
    <w:rsid w:val="00B61A10"/>
    <w:rsid w:val="00B9097A"/>
    <w:rsid w:val="00C51FF4"/>
    <w:rsid w:val="00C77D50"/>
    <w:rsid w:val="00C849DD"/>
    <w:rsid w:val="00CA59BB"/>
    <w:rsid w:val="00CF55D9"/>
    <w:rsid w:val="00DA1833"/>
    <w:rsid w:val="00DC7F33"/>
    <w:rsid w:val="00DF021E"/>
    <w:rsid w:val="00DF7A60"/>
    <w:rsid w:val="00F5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7F33"/>
    <w:rPr>
      <w:color w:val="808080"/>
    </w:rPr>
  </w:style>
  <w:style w:type="paragraph" w:customStyle="1" w:styleId="AF476BFAFFBA4544801E13FA11AC208B1">
    <w:name w:val="AF476BFAFFBA4544801E13FA11AC208B1"/>
    <w:rsid w:val="008821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6FB566FA41734EFFB33E9957E17DBE951">
    <w:name w:val="6FB566FA41734EFFB33E9957E17DBE951"/>
    <w:rsid w:val="008821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4FB87DC78B347D8A66F033A32DDCA0314">
    <w:name w:val="24FB87DC78B347D8A66F033A32DDCA0314"/>
    <w:rsid w:val="00DC7F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0D0F0AA39A2F49DFAF2709F21666B51614">
    <w:name w:val="0D0F0AA39A2F49DFAF2709F21666B51614"/>
    <w:rsid w:val="00DC7F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EED05-7934-4CD5-A170-F2D4EE07C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ПИСЬМА_АЗИЗОВ.dotx</Template>
  <TotalTime>65</TotalTime>
  <Pages>2</Pages>
  <Words>240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</vt:lpstr>
    </vt:vector>
  </TitlesOfParts>
  <Company>Администрация Астраханской области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</dc:title>
  <dc:creator>Есина Надежда Владимировна</dc:creator>
  <cp:lastModifiedBy>Романова Анна Вячеславовна</cp:lastModifiedBy>
  <cp:revision>10</cp:revision>
  <cp:lastPrinted>2025-10-14T05:09:00Z</cp:lastPrinted>
  <dcterms:created xsi:type="dcterms:W3CDTF">2024-10-04T12:48:00Z</dcterms:created>
  <dcterms:modified xsi:type="dcterms:W3CDTF">2025-10-14T05:13:00Z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олжность Адресата">
    <vt:lpwstr>ezY4NzY2OGNjLWU2YzItNDQxYi04MjAyLTI4NjgxNjYzOTY4YjpiMDIyYWE5OC1hMTY5LTRjYjItOGMwNi0xYmJjMGQwZTYwN2N9LT57YjBlNWU3OGYtYjRhOC00NGM1LWFjNDQtYzQwMzkzNWFjMjc5OjM4NDk3Yzg3LWIwMGYtNGJjNC1iMzI3LWViYjYxMTQ0NWEwMH0tPkRhdGl2ZQ==</vt:lpwstr>
  </property>
  <property fmtid="{D5CDD505-2E9C-101B-9397-08002B2CF9AE}" pid="3" name="TPL_Фамилия И. О. Адресата">
    <vt:lpwstr>ezY4NzY2OGNjLWU2YzItNDQxYi04MjAyLTI4NjgxNjYzOTY4YjpiMDIyYWE5OC1hMTY5LTRjYjItOGMwNi0xYmJjMGQwZTYwN2N9LT5MYXN0TmFtZUFuZEluaXRpYWxzLT5EYXRpdmU=</vt:lpwstr>
  </property>
  <property fmtid="{D5CDD505-2E9C-101B-9397-08002B2CF9AE}" pid="4" name="TPL_на №">
    <vt:lpwstr>ezY4NzY2OGNjLWU2YzItNDQxYi04MjAyLTI4NjgxNjYzOTY4Yjo4ZDRhMTM5YS05MWQyLTRmNTYtYTkzNy0zODdhZTE2ZmQ3NWV9LT57ZjcyNTRiM2EtMTkzNC00YmE2LWFlZTAtYzU0ODg3MWNiNDA1OjI2M2NmMDY4LWUyMjQtNGE4My05ZGYwLTE5OGU4MjgxMDFkMX0=</vt:lpwstr>
  </property>
  <property fmtid="{D5CDD505-2E9C-101B-9397-08002B2CF9AE}" pid="5" name="TPL_от дата">
    <vt:lpwstr>ezY4NzY2OGNjLWU2YzItNDQxYi04MjAyLTI4NjgxNjYzOTY4Yjo4ZDRhMTM5YS05MWQyLTRmNTYtYTkzNy0zODdhZTE2ZmQ3NWV9LT57ZjcyNTRiM2EtMTkzNC00YmE2LWFlZTAtYzU0ODg3MWNiNDA1OjNlNTVmMDkxLTQxYTQtNGU1OC1hOWM1LWRiZTkwNzgyY2NlY30=</vt:lpwstr>
  </property>
  <property fmtid="{D5CDD505-2E9C-101B-9397-08002B2CF9AE}" pid="6" name="TPL_Заголовок">
    <vt:lpwstr>ezY4NzY2OGNjLWU2YzItNDQxYi04MjAyLTI4NjgxNjYzOTY4Yjo0YmMzOWVmYi0xZjQ2LTRhMWUtOGI4Yy0wNGYyYjkwZDZhOGJ9</vt:lpwstr>
  </property>
  <property fmtid="{D5CDD505-2E9C-101B-9397-08002B2CF9AE}" pid="7" name="TPL_Имя адресата">
    <vt:lpwstr>ezY4NzY2OGNjLWU2YzItNDQxYi04MjAyLTI4NjgxNjYzOTY4YjpiMDIyYWE5OC1hMTY5LTRjYjItOGMwNi0xYmJjMGQwZTYwN2N9LT57YjBlNWU3OGYtYjRhOC00NGM1LWFjNDQtYzQwMzkzNWFjMjc5OjY2MDhhN2Y4LTdkMDUtNDkwYy04MDNiLTc1ODY4YjVkMTc1ZH0tPnthZjFmYjNkZi1kNjdiLTRlYjUtODhiOS04MDg0ZDZkMTZjODc</vt:lpwstr>
  </property>
  <property fmtid="{D5CDD505-2E9C-101B-9397-08002B2CF9AE}" pid="8" name="TPL_Отчество Адресата">
    <vt:lpwstr>ezY4NzY2OGNjLWU2YzItNDQxYi04MjAyLTI4NjgxNjYzOTY4YjpiMDIyYWE5OC1hMTY5LTRjYjItOGMwNi0xYmJjMGQwZTYwN2N9LT57YjBlNWU3OGYtYjRhOC00NGM1LWFjNDQtYzQwMzkzNWFjMjc5OjY2MDhhN2Y4LTdkMDUtNDkwYy04MDNiLTc1ODY4YjVkMTc1ZH0tPnthZjFmYjNkZi1kNjdiLTRlYjUtODhiOS04MDg0ZDZkMTZjODc</vt:lpwstr>
  </property>
  <property fmtid="{D5CDD505-2E9C-101B-9397-08002B2CF9AE}" pid="9" name="TPL_ФИО исп">
    <vt:lpwstr>ezY4NzY2OGNjLWU2YzItNDQxYi04MjAyLTI4NjgxNjYzOTY4Yjo0YmM5OGY3NS0xMGEwLTRkNTQtOWY1YS0yYjg4Mzg4Mzc2YjJ9LT5GdWxsTmFtZQ==</vt:lpwstr>
  </property>
  <property fmtid="{D5CDD505-2E9C-101B-9397-08002B2CF9AE}" pid="10" name="TPL_Номер исп">
    <vt:lpwstr>ezY4NzY2OGNjLWU2YzItNDQxYi04MjAyLTI4NjgxNjYzOTY4Yjo0YmM5OGY3NS0xMGEwLTRkNTQtOWY1YS0yYjg4Mzg4Mzc2YjJ9LT57OGE2ZDhkYWItMDQwOS00NDA5LWFiOGYtMjlhNTQ3NmJmMzFiOjRhNTIzNjJlLTAyNWQtNDA2MS05NmVjLTZiNmVlNjc5MTIyN30=</vt:lpwstr>
  </property>
  <property fmtid="{D5CDD505-2E9C-101B-9397-08002B2CF9AE}" pid="11" name="TPL_Должность подпис">
    <vt:lpwstr>ezY4NzY2OGNjLWU2YzItNDQxYi04MjAyLTI4NjgxNjYzOTY4YjphOGNjNWMyYS1jZjg5LTQ2MTEtYTRmNC01MjQ5NzVhZDZhYmJ9LT57OGE2ZDhkYWItMDQwOS00NDA5LWFiOGYtMjlhNTQ3NmJmMzFiOmI2MWVlNDk4LWZkYzctNDAwOS04NTdiLTRkNzcwMjBkYWJmOH0=</vt:lpwstr>
  </property>
  <property fmtid="{D5CDD505-2E9C-101B-9397-08002B2CF9AE}" pid="12" name="TPL_И. О. Фамилия Подпис">
    <vt:lpwstr>ezY4NzY2OGNjLWU2YzItNDQxYi04MjAyLTI4NjgxNjYzOTY4YjphOGNjNWMyYS1jZjg5LTQ2MTEtYTRmNC01MjQ5NzVhZDZhYmJ9LT5Jbml0aWFsc0FuZExhc3ROYW1l</vt:lpwstr>
  </property>
</Properties>
</file>